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C79C5" w14:textId="3E9E4559" w:rsidR="0042385F" w:rsidRDefault="00D65914" w:rsidP="004B0D19">
      <w:pPr>
        <w:pStyle w:val="berschrift1"/>
      </w:pPr>
      <w:r>
        <w:t>Ansätze zur Kompression von Bildern</w:t>
      </w:r>
    </w:p>
    <w:p w14:paraId="77AC27BF" w14:textId="7E1E2052" w:rsidR="00D65914" w:rsidRPr="00D830B0" w:rsidRDefault="002A57EB" w:rsidP="00D830B0">
      <w:pPr>
        <w:pStyle w:val="berschrift2"/>
        <w:rPr>
          <w:b/>
          <w:bCs/>
        </w:rPr>
      </w:pPr>
      <w:bookmarkStart w:id="0" w:name="_Hlk207959244"/>
      <w:r>
        <w:rPr>
          <w:b/>
          <w:bCs/>
        </w:rPr>
        <w:t>C</w:t>
      </w:r>
      <w:r w:rsidR="00866383">
        <w:rPr>
          <w:b/>
          <w:bCs/>
        </w:rPr>
        <w:t>odierung</w:t>
      </w:r>
      <w:r>
        <w:rPr>
          <w:b/>
          <w:bCs/>
        </w:rPr>
        <w:t xml:space="preserve"> der Farbwerte</w:t>
      </w:r>
    </w:p>
    <w:bookmarkEnd w:id="0"/>
    <w:p w14:paraId="4D452673" w14:textId="706C7415" w:rsidR="00D65914" w:rsidRDefault="00D65914" w:rsidP="00DE53E4">
      <w:r>
        <w:t>Mit 24 Bit pro Pixel können 2</w:t>
      </w:r>
      <w:r w:rsidRPr="00D65914">
        <w:rPr>
          <w:vertAlign w:val="superscript"/>
        </w:rPr>
        <w:t>24</w:t>
      </w:r>
      <w:r>
        <w:t xml:space="preserve"> = 16.777.216 Farben unterschieden werden. </w:t>
      </w:r>
      <w:r w:rsidRPr="00D65914">
        <w:t xml:space="preserve">Die Bilder </w:t>
      </w:r>
      <w:r w:rsidR="00A21055">
        <w:t xml:space="preserve">A bis D </w:t>
      </w:r>
      <w:r>
        <w:t xml:space="preserve">verwenden jeweils deutlich weniger Farben, so dass sich diese auch mit deutlich weniger als 24 Bit unterscheiden lassen. </w:t>
      </w:r>
      <w:r w:rsidR="008B6D78">
        <w:t>D</w:t>
      </w:r>
      <w:r>
        <w:t xml:space="preserve">ie Anzahl der unterscheidbaren Farben </w:t>
      </w:r>
      <w:r w:rsidR="008B6D78">
        <w:t xml:space="preserve">hängt von der </w:t>
      </w:r>
      <w:r w:rsidR="002127BD">
        <w:t>Anzahl der zur Codierung verwendeten Bits a</w:t>
      </w:r>
      <w:r w:rsidR="008B6D78">
        <w:t>b</w:t>
      </w:r>
      <w:r>
        <w:t>. Mit 1 Bit pro Pixel lassen sich zwei Farben unterscheiden, mit 2 Bit lassen sich 4 Farben unterscheiden usw. Da die Codierung dann nicht mehr der Darstellung im RGB-Modell entspricht, muss zusätzlich festgelegt werden, welche Bitfolge welche Farbe codiert.</w:t>
      </w:r>
      <w:r w:rsidR="007432A5">
        <w:rPr>
          <w:rStyle w:val="Funotenzeichen"/>
        </w:rPr>
        <w:footnoteReference w:id="1"/>
      </w:r>
      <w:r>
        <w:t xml:space="preserve"> </w:t>
      </w:r>
    </w:p>
    <w:p w14:paraId="0EC41BEB" w14:textId="77777777" w:rsidR="00D65914" w:rsidRPr="00B07976" w:rsidRDefault="00D65914" w:rsidP="007452B0">
      <w:pPr>
        <w:spacing w:after="0"/>
        <w:rPr>
          <w:b/>
          <w:bCs/>
        </w:rPr>
      </w:pPr>
      <w:r w:rsidRPr="00B07976">
        <w:rPr>
          <w:b/>
          <w:bCs/>
        </w:rPr>
        <w:t xml:space="preserve">Aufgabe 1: </w:t>
      </w:r>
    </w:p>
    <w:p w14:paraId="2D2276CD" w14:textId="23854705" w:rsidR="00D65914" w:rsidRDefault="00D65914" w:rsidP="00285D19">
      <w:pPr>
        <w:pStyle w:val="Listenabsatz"/>
        <w:numPr>
          <w:ilvl w:val="0"/>
          <w:numId w:val="32"/>
        </w:numPr>
      </w:pPr>
      <w:bookmarkStart w:id="1" w:name="_Hlk207893917"/>
      <w:bookmarkStart w:id="2" w:name="_Hlk92120343"/>
      <w:r>
        <w:t xml:space="preserve">Bestimmen Sie für die Bilder </w:t>
      </w:r>
      <w:r w:rsidR="00A21055">
        <w:t xml:space="preserve">A bis D, </w:t>
      </w:r>
      <w:r w:rsidR="008E574B">
        <w:t>wie viele Bit</w:t>
      </w:r>
      <w:r w:rsidR="006A1D9F">
        <w:t>s</w:t>
      </w:r>
      <w:r>
        <w:t xml:space="preserve"> </w:t>
      </w:r>
      <w:r w:rsidR="002127BD">
        <w:t xml:space="preserve">jeweils </w:t>
      </w:r>
      <w:r>
        <w:t>benötigt w</w:t>
      </w:r>
      <w:r w:rsidR="008E574B">
        <w:t>e</w:t>
      </w:r>
      <w:r>
        <w:t>rd</w:t>
      </w:r>
      <w:r w:rsidR="008E574B">
        <w:t>en</w:t>
      </w:r>
      <w:r>
        <w:t>, um alle Farben eindeutig zu codieren.</w:t>
      </w:r>
      <w:bookmarkEnd w:id="1"/>
    </w:p>
    <w:bookmarkEnd w:id="2"/>
    <w:p w14:paraId="244DF268" w14:textId="39064C45" w:rsidR="00D65914" w:rsidRDefault="00D65914" w:rsidP="00285D19">
      <w:pPr>
        <w:pStyle w:val="Listenabsatz"/>
        <w:numPr>
          <w:ilvl w:val="0"/>
          <w:numId w:val="32"/>
        </w:numPr>
      </w:pPr>
      <w:r>
        <w:t>Lege</w:t>
      </w:r>
      <w:r w:rsidR="00B07976">
        <w:t>n Sie</w:t>
      </w:r>
      <w:r>
        <w:t xml:space="preserve"> für jedes Bild eine Codetabelle an, die jeder Farbe einen Binärcode zuordnet. Bei welchen Bildern wäre eine Umrechnung ins RGB-Modell auch ohne Farbtabelle möglich?</w:t>
      </w:r>
      <w:r w:rsidR="002A57EB">
        <w:br/>
      </w:r>
      <w:r w:rsidR="002A57EB" w:rsidRPr="002A57EB">
        <w:rPr>
          <w:b/>
          <w:bCs/>
        </w:rPr>
        <w:t>Hinweis</w:t>
      </w:r>
      <w:r w:rsidR="002A57EB">
        <w:t>: Auf der nächsten Seite finden Sie eine Vorlage für die Tabellen.</w:t>
      </w:r>
    </w:p>
    <w:p w14:paraId="764A5EA8" w14:textId="10EB8193" w:rsidR="00D65914" w:rsidRDefault="00B07976" w:rsidP="007432A5">
      <w:pPr>
        <w:pStyle w:val="Listenabsatz"/>
        <w:numPr>
          <w:ilvl w:val="0"/>
          <w:numId w:val="32"/>
        </w:numPr>
        <w:spacing w:after="0"/>
      </w:pPr>
      <w:bookmarkStart w:id="3" w:name="_Hlk207896574"/>
      <w:r>
        <w:t xml:space="preserve">Berechnen Sie für jedes Bild den Speicherplatz, der </w:t>
      </w:r>
      <w:r w:rsidR="00812AA7">
        <w:t>benötigt wird, wenn für die Codierung der Pixel I</w:t>
      </w:r>
      <w:r w:rsidR="00981715">
        <w:t xml:space="preserve">hre Farbtabelle aus b) </w:t>
      </w:r>
      <w:r w:rsidR="00812AA7">
        <w:t>verwendet</w:t>
      </w:r>
      <w:r>
        <w:t xml:space="preserve"> wird. Vergleichen Sie mit der Codierung</w:t>
      </w:r>
      <w:r w:rsidR="00812AA7">
        <w:t>, die 2</w:t>
      </w:r>
      <w:r>
        <w:t>4 Bit</w:t>
      </w:r>
      <w:r w:rsidR="00812AA7">
        <w:t xml:space="preserve"> pro Pixel verwendet</w:t>
      </w:r>
      <w:r>
        <w:t xml:space="preserve">. </w:t>
      </w:r>
      <w:r w:rsidR="008E574B">
        <w:t xml:space="preserve">Geben Sie </w:t>
      </w:r>
      <w:r w:rsidR="00981715">
        <w:t xml:space="preserve">dazu </w:t>
      </w:r>
      <w:r w:rsidR="008E574B">
        <w:t xml:space="preserve">jeweils das </w:t>
      </w:r>
      <w:r w:rsidR="008E574B" w:rsidRPr="00812AA7">
        <w:rPr>
          <w:i/>
          <w:iCs/>
        </w:rPr>
        <w:t>Kompressionsverhältnis</w:t>
      </w:r>
      <w:r w:rsidR="008E574B">
        <w:t xml:space="preserve"> und die </w:t>
      </w:r>
      <w:r w:rsidR="008E574B" w:rsidRPr="00812AA7">
        <w:rPr>
          <w:i/>
          <w:iCs/>
        </w:rPr>
        <w:t>prozentuale Datenersparnis</w:t>
      </w:r>
      <w:r w:rsidR="008E574B">
        <w:t xml:space="preserve"> an.</w:t>
      </w:r>
    </w:p>
    <w:p w14:paraId="5B29CA61" w14:textId="08D60DFE" w:rsidR="00812AA7" w:rsidRDefault="00D830B0" w:rsidP="007432A5">
      <w:pPr>
        <w:spacing w:after="0"/>
        <w:ind w:left="360"/>
      </w:pPr>
      <w:bookmarkStart w:id="4" w:name="_Hlk121226041"/>
      <w:r w:rsidRPr="00D830B0">
        <w:rPr>
          <w:b/>
          <w:bCs/>
        </w:rPr>
        <w:t>Hinweis</w:t>
      </w:r>
      <w:r w:rsidR="00812AA7">
        <w:rPr>
          <w:b/>
          <w:bCs/>
        </w:rPr>
        <w:t>e</w:t>
      </w:r>
      <w:r w:rsidRPr="00D830B0">
        <w:rPr>
          <w:b/>
          <w:bCs/>
        </w:rPr>
        <w:t>:</w:t>
      </w:r>
      <w:r>
        <w:t xml:space="preserve"> </w:t>
      </w:r>
    </w:p>
    <w:p w14:paraId="59528B65" w14:textId="6A5CF9DC" w:rsidR="00D830B0" w:rsidRPr="000D1878" w:rsidRDefault="008E574B" w:rsidP="00812AA7">
      <w:pPr>
        <w:pStyle w:val="Listenabsatz"/>
        <w:numPr>
          <w:ilvl w:val="0"/>
          <w:numId w:val="38"/>
        </w:numPr>
        <w:spacing w:after="0"/>
      </w:pPr>
      <w:r w:rsidRPr="000D1878">
        <w:t xml:space="preserve">Das </w:t>
      </w:r>
      <w:r w:rsidRPr="000D1878">
        <w:rPr>
          <w:i/>
          <w:iCs/>
          <w:color w:val="4E6B9E"/>
        </w:rPr>
        <w:t xml:space="preserve">Kompressionsverhältnis </w:t>
      </w:r>
      <w:r w:rsidRPr="000D1878">
        <w:t>ist das Verhältnis der Größe der komprimierten Daten zur Größe der Originaldaten: Kompressionsverhältnis = Größe der komprimierten Daten / Größe der Originaldaten</w:t>
      </w:r>
    </w:p>
    <w:p w14:paraId="7ADAAA49" w14:textId="7DBAC388" w:rsidR="00812AA7" w:rsidRPr="000D1878" w:rsidRDefault="00812AA7" w:rsidP="00812AA7">
      <w:pPr>
        <w:pStyle w:val="Listenabsatz"/>
        <w:numPr>
          <w:ilvl w:val="0"/>
          <w:numId w:val="38"/>
        </w:numPr>
        <w:spacing w:after="0"/>
      </w:pPr>
      <w:r w:rsidRPr="000D1878">
        <w:t xml:space="preserve">Die </w:t>
      </w:r>
      <w:r w:rsidRPr="000D1878">
        <w:rPr>
          <w:i/>
          <w:iCs/>
          <w:color w:val="4E6B9E"/>
        </w:rPr>
        <w:t xml:space="preserve">prozentuale Datenersparnis </w:t>
      </w:r>
      <w:r w:rsidRPr="000D1878">
        <w:t xml:space="preserve">gibt an, wie viel Prozent an Speicherplatz durch die Kompression eingespart wurde: </w:t>
      </w:r>
      <w:r w:rsidR="000D1878">
        <w:br/>
      </w:r>
      <w:r w:rsidRPr="000D1878">
        <w:t>Prozentuale Datenersparnis = (1 – Kompressionsverhältnis) ∙ 100 %</w:t>
      </w:r>
    </w:p>
    <w:p w14:paraId="0EB4F09F" w14:textId="78763151" w:rsidR="00DE53E4" w:rsidRPr="000D1878" w:rsidRDefault="00285D19" w:rsidP="00DE53E4">
      <w:pPr>
        <w:pStyle w:val="Listenabsatz"/>
        <w:numPr>
          <w:ilvl w:val="0"/>
          <w:numId w:val="38"/>
        </w:numPr>
        <w:spacing w:after="0"/>
      </w:pPr>
      <w:r w:rsidRPr="000D1878">
        <w:t>Der Speicherplatz für die Farbtabelle soll hier nicht berücksichtigt werden.</w:t>
      </w:r>
      <w:bookmarkEnd w:id="4"/>
    </w:p>
    <w:bookmarkEnd w:id="3"/>
    <w:tbl>
      <w:tblPr>
        <w:tblStyle w:val="Tabellenraster"/>
        <w:tblpPr w:leftFromText="141" w:rightFromText="141" w:vertAnchor="text" w:horzAnchor="margin" w:tblpY="175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</w:tblGrid>
      <w:tr w:rsidR="005F1DBC" w14:paraId="587A9487" w14:textId="77777777" w:rsidTr="002A57EB">
        <w:trPr>
          <w:trHeight w:hRule="exact" w:val="198"/>
        </w:trPr>
        <w:tc>
          <w:tcPr>
            <w:tcW w:w="198" w:type="dxa"/>
            <w:shd w:val="clear" w:color="auto" w:fill="00B0F0"/>
          </w:tcPr>
          <w:p w14:paraId="797D23DC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50D5AB87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30223695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2B94B21F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02820763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51621650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3AFEE17E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5F1D74DD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0819372D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4A667A9C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</w:tr>
      <w:tr w:rsidR="00B07976" w14:paraId="6E88683B" w14:textId="77777777" w:rsidTr="002A57EB">
        <w:trPr>
          <w:trHeight w:hRule="exact" w:val="198"/>
        </w:trPr>
        <w:tc>
          <w:tcPr>
            <w:tcW w:w="198" w:type="dxa"/>
            <w:shd w:val="clear" w:color="auto" w:fill="ED7D31" w:themeFill="accent2"/>
          </w:tcPr>
          <w:p w14:paraId="71A0E16C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43F4D908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2336D7DB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0A03BF22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4CC83545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37B08191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096767ED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5F0AB72D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39222F83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6F857939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</w:tr>
      <w:tr w:rsidR="00B07976" w14:paraId="06160F98" w14:textId="77777777" w:rsidTr="002A57EB">
        <w:trPr>
          <w:trHeight w:hRule="exact" w:val="198"/>
        </w:trPr>
        <w:tc>
          <w:tcPr>
            <w:tcW w:w="198" w:type="dxa"/>
            <w:shd w:val="clear" w:color="auto" w:fill="5B9BD5" w:themeFill="accent5"/>
          </w:tcPr>
          <w:p w14:paraId="02138843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425F2A50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57E70CD7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55E4736A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382C8525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1EFCBBE7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60C15021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732BD934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74388A36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381B303B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</w:tr>
      <w:tr w:rsidR="005F1DBC" w14:paraId="0D7B7D99" w14:textId="77777777" w:rsidTr="002A57EB">
        <w:trPr>
          <w:trHeight w:hRule="exact" w:val="198"/>
        </w:trPr>
        <w:tc>
          <w:tcPr>
            <w:tcW w:w="198" w:type="dxa"/>
            <w:shd w:val="clear" w:color="auto" w:fill="ED7D31" w:themeFill="accent2"/>
          </w:tcPr>
          <w:p w14:paraId="1760EAA0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7C15BCA3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68F2A21D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3F4217C3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65967CE3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594203A1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5492184B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03BAE92A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348FA3A9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0586551A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</w:tr>
      <w:tr w:rsidR="005F1DBC" w14:paraId="79420701" w14:textId="77777777" w:rsidTr="002A57EB">
        <w:trPr>
          <w:trHeight w:hRule="exact" w:val="198"/>
        </w:trPr>
        <w:tc>
          <w:tcPr>
            <w:tcW w:w="198" w:type="dxa"/>
            <w:shd w:val="clear" w:color="auto" w:fill="5B9BD5" w:themeFill="accent5"/>
          </w:tcPr>
          <w:p w14:paraId="558DFE11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4358C7D0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3FF65725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687A0573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2C2FF2E8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468677DC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2FB11B00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38658DF1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2B032035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31F759EF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</w:tr>
      <w:tr w:rsidR="005F1DBC" w14:paraId="2812F89C" w14:textId="77777777" w:rsidTr="002A57EB">
        <w:trPr>
          <w:trHeight w:hRule="exact" w:val="198"/>
        </w:trPr>
        <w:tc>
          <w:tcPr>
            <w:tcW w:w="198" w:type="dxa"/>
            <w:shd w:val="clear" w:color="auto" w:fill="ED7D31" w:themeFill="accent2"/>
          </w:tcPr>
          <w:p w14:paraId="7513A1C1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0D3154A4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3888BDDE" w14:textId="740519C0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70E8C084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2C2E841C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0F8EFF44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7BE3860D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629AA352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617871B4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64AEFC53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</w:tr>
      <w:tr w:rsidR="005F1DBC" w14:paraId="79F12457" w14:textId="77777777" w:rsidTr="002A57EB">
        <w:trPr>
          <w:trHeight w:hRule="exact" w:val="198"/>
        </w:trPr>
        <w:tc>
          <w:tcPr>
            <w:tcW w:w="198" w:type="dxa"/>
            <w:shd w:val="clear" w:color="auto" w:fill="5B9BD5" w:themeFill="accent5"/>
          </w:tcPr>
          <w:p w14:paraId="7AD84732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563030CA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11CC9751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70D5C169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5369C1D2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1B3D65B1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1D72E6F5" w14:textId="7CEFC76C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5C130C8F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61D5B5B2" w14:textId="233EC5FA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5EA84F25" w14:textId="241FFFAD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</w:tr>
      <w:tr w:rsidR="005F1DBC" w14:paraId="1446220D" w14:textId="77777777" w:rsidTr="002A57EB">
        <w:trPr>
          <w:trHeight w:hRule="exact" w:val="198"/>
        </w:trPr>
        <w:tc>
          <w:tcPr>
            <w:tcW w:w="198" w:type="dxa"/>
            <w:shd w:val="clear" w:color="auto" w:fill="ED7D31" w:themeFill="accent2"/>
          </w:tcPr>
          <w:p w14:paraId="330C1F02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730E5DE0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09344587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355BF5EE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23F6738B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40BB6B4C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7110073E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0EF2BE0D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1171BB30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5326D855" w14:textId="4AE750DD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</w:tr>
      <w:tr w:rsidR="00B07976" w14:paraId="63038FDF" w14:textId="77777777" w:rsidTr="002A57EB">
        <w:trPr>
          <w:trHeight w:hRule="exact" w:val="198"/>
        </w:trPr>
        <w:tc>
          <w:tcPr>
            <w:tcW w:w="198" w:type="dxa"/>
            <w:shd w:val="clear" w:color="auto" w:fill="5B9BD5" w:themeFill="accent5"/>
          </w:tcPr>
          <w:p w14:paraId="61951926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2FF2AB23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0B9C1983" w14:textId="6A838DA9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7E8B681D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45262336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6321A010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1C0670AA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3E1CDDFC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747CD72C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7457AFE3" w14:textId="66C25F54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</w:tr>
      <w:tr w:rsidR="00B07976" w14:paraId="28ECBD00" w14:textId="77777777" w:rsidTr="002A57EB">
        <w:trPr>
          <w:trHeight w:hRule="exact" w:val="198"/>
        </w:trPr>
        <w:tc>
          <w:tcPr>
            <w:tcW w:w="198" w:type="dxa"/>
            <w:shd w:val="clear" w:color="auto" w:fill="ED7D31" w:themeFill="accent2"/>
          </w:tcPr>
          <w:p w14:paraId="1AB35A52" w14:textId="3C45072F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6D9CBC60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30F39EBF" w14:textId="592AB57A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0D1DC035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49637B48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087D64AF" w14:textId="400F949E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4D8C33CA" w14:textId="00675FB0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16AB984A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ED7D31" w:themeFill="accent2"/>
          </w:tcPr>
          <w:p w14:paraId="4FFE026F" w14:textId="77777777" w:rsidR="005F1DBC" w:rsidRPr="002A57EB" w:rsidRDefault="005F1DBC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5B9BD5" w:themeFill="accent5"/>
          </w:tcPr>
          <w:p w14:paraId="5EB034F6" w14:textId="3CDD3A9D" w:rsidR="005F1DBC" w:rsidRPr="002A57EB" w:rsidRDefault="005F1DBC" w:rsidP="002A57EB">
            <w:pPr>
              <w:keepNext/>
              <w:rPr>
                <w:sz w:val="2"/>
                <w:szCs w:val="2"/>
              </w:rPr>
            </w:pPr>
          </w:p>
        </w:tc>
      </w:tr>
    </w:tbl>
    <w:tbl>
      <w:tblPr>
        <w:tblStyle w:val="Tabellenraster"/>
        <w:tblpPr w:leftFromText="141" w:rightFromText="141" w:vertAnchor="text" w:horzAnchor="page" w:tblpX="3766" w:tblpY="140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</w:tblGrid>
      <w:tr w:rsidR="002A57EB" w14:paraId="19F46170" w14:textId="77777777" w:rsidTr="002A57EB">
        <w:trPr>
          <w:trHeight w:val="198"/>
        </w:trPr>
        <w:tc>
          <w:tcPr>
            <w:tcW w:w="198" w:type="dxa"/>
            <w:shd w:val="clear" w:color="auto" w:fill="D9E2F3" w:themeFill="accent1" w:themeFillTint="33"/>
          </w:tcPr>
          <w:p w14:paraId="122D944D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799EFBC0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632CF447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4EA427A0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0A910B2E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7966A652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720783FC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255F3F7A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5212F892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3CD6DD4B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</w:tr>
      <w:tr w:rsidR="002A57EB" w14:paraId="473407DF" w14:textId="77777777" w:rsidTr="002A57EB">
        <w:trPr>
          <w:trHeight w:val="198"/>
        </w:trPr>
        <w:tc>
          <w:tcPr>
            <w:tcW w:w="198" w:type="dxa"/>
            <w:shd w:val="clear" w:color="auto" w:fill="D9E2F3" w:themeFill="accent1" w:themeFillTint="33"/>
          </w:tcPr>
          <w:p w14:paraId="4F4ABB56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0101AE2F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3883EFAE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388EBF4D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574DD127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5F5D9963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24D24B1A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3297D9A5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06856770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46DDD4A8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</w:tr>
      <w:tr w:rsidR="002A57EB" w14:paraId="4C904DE4" w14:textId="77777777" w:rsidTr="002A57EB">
        <w:trPr>
          <w:trHeight w:val="198"/>
        </w:trPr>
        <w:tc>
          <w:tcPr>
            <w:tcW w:w="198" w:type="dxa"/>
            <w:shd w:val="clear" w:color="auto" w:fill="D9E2F3" w:themeFill="accent1" w:themeFillTint="33"/>
          </w:tcPr>
          <w:p w14:paraId="321EE3DC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66182D56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489021D8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5C6F40FF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7F7F7F" w:themeFill="text1" w:themeFillTint="80"/>
          </w:tcPr>
          <w:p w14:paraId="331D5533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075A41D9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2C9CDDC7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18F4DAC3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0479188D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34AF850F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</w:tr>
      <w:tr w:rsidR="002A57EB" w14:paraId="2C533B15" w14:textId="77777777" w:rsidTr="002A57EB">
        <w:trPr>
          <w:trHeight w:val="198"/>
        </w:trPr>
        <w:tc>
          <w:tcPr>
            <w:tcW w:w="198" w:type="dxa"/>
            <w:shd w:val="clear" w:color="auto" w:fill="D9E2F3" w:themeFill="accent1" w:themeFillTint="33"/>
          </w:tcPr>
          <w:p w14:paraId="5708FB91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0EA7DE6B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590C6232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4B200243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7F7F7F" w:themeFill="text1" w:themeFillTint="80"/>
          </w:tcPr>
          <w:p w14:paraId="2603A5F9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75030EEE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1160B9A0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46BDD7A9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7C07527F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3FF4C5C0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</w:tr>
      <w:tr w:rsidR="002A57EB" w14:paraId="37F5C40E" w14:textId="77777777" w:rsidTr="002A57EB">
        <w:trPr>
          <w:trHeight w:val="198"/>
        </w:trPr>
        <w:tc>
          <w:tcPr>
            <w:tcW w:w="198" w:type="dxa"/>
            <w:shd w:val="clear" w:color="auto" w:fill="FF0000"/>
          </w:tcPr>
          <w:p w14:paraId="100E506D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10301721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1FF402F0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6F2182A2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739D6BB2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79398CC3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2FDA13D8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70AD47" w:themeFill="accent6"/>
          </w:tcPr>
          <w:p w14:paraId="5C381AD0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70AD47" w:themeFill="accent6"/>
          </w:tcPr>
          <w:p w14:paraId="6F697321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3B72A376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</w:tr>
      <w:tr w:rsidR="002A57EB" w14:paraId="6B4B93E9" w14:textId="77777777" w:rsidTr="002A57EB">
        <w:trPr>
          <w:trHeight w:val="198"/>
        </w:trPr>
        <w:tc>
          <w:tcPr>
            <w:tcW w:w="198" w:type="dxa"/>
            <w:shd w:val="clear" w:color="auto" w:fill="FFFFFF" w:themeFill="background1"/>
          </w:tcPr>
          <w:p w14:paraId="6A6F0CEC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FF" w:themeFill="background1"/>
          </w:tcPr>
          <w:p w14:paraId="414FB0A5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FF" w:themeFill="background1"/>
          </w:tcPr>
          <w:p w14:paraId="29388DE6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FF" w:themeFill="background1"/>
          </w:tcPr>
          <w:p w14:paraId="79A86FDE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FF" w:themeFill="background1"/>
          </w:tcPr>
          <w:p w14:paraId="4DD88425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065259E2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70AD47" w:themeFill="accent6"/>
          </w:tcPr>
          <w:p w14:paraId="204EEFCC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70AD47" w:themeFill="accent6"/>
          </w:tcPr>
          <w:p w14:paraId="0F521D89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70AD47" w:themeFill="accent6"/>
          </w:tcPr>
          <w:p w14:paraId="5C43BBA1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70AD47" w:themeFill="accent6"/>
          </w:tcPr>
          <w:p w14:paraId="2D81E56F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</w:tr>
      <w:tr w:rsidR="002A57EB" w14:paraId="6BDB98B7" w14:textId="77777777" w:rsidTr="002A57EB">
        <w:trPr>
          <w:trHeight w:val="198"/>
        </w:trPr>
        <w:tc>
          <w:tcPr>
            <w:tcW w:w="198" w:type="dxa"/>
            <w:shd w:val="clear" w:color="auto" w:fill="FFFFFF" w:themeFill="background1"/>
          </w:tcPr>
          <w:p w14:paraId="4D764183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C000" w:themeFill="accent4"/>
          </w:tcPr>
          <w:p w14:paraId="4CBC1FC5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FF" w:themeFill="background1"/>
          </w:tcPr>
          <w:p w14:paraId="681BB8F5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C000" w:themeFill="accent4"/>
          </w:tcPr>
          <w:p w14:paraId="0A937A88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FF" w:themeFill="background1"/>
          </w:tcPr>
          <w:p w14:paraId="56D0599E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120AF4AB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70AD47" w:themeFill="accent6"/>
          </w:tcPr>
          <w:p w14:paraId="4958F7AC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70AD47" w:themeFill="accent6"/>
          </w:tcPr>
          <w:p w14:paraId="75225A1F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70AD47" w:themeFill="accent6"/>
          </w:tcPr>
          <w:p w14:paraId="41E852E5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70AD47" w:themeFill="accent6"/>
          </w:tcPr>
          <w:p w14:paraId="08C0E9F2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</w:tr>
      <w:tr w:rsidR="002A57EB" w14:paraId="171D560A" w14:textId="77777777" w:rsidTr="002A57EB">
        <w:trPr>
          <w:trHeight w:val="198"/>
        </w:trPr>
        <w:tc>
          <w:tcPr>
            <w:tcW w:w="198" w:type="dxa"/>
            <w:shd w:val="clear" w:color="auto" w:fill="FFFFFF" w:themeFill="background1"/>
          </w:tcPr>
          <w:p w14:paraId="627EA056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FF" w:themeFill="background1"/>
          </w:tcPr>
          <w:p w14:paraId="2ED9E6D3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FF" w:themeFill="background1"/>
          </w:tcPr>
          <w:p w14:paraId="7878EF7C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FF" w:themeFill="background1"/>
          </w:tcPr>
          <w:p w14:paraId="52886926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FF" w:themeFill="background1"/>
          </w:tcPr>
          <w:p w14:paraId="5636AF72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0AF57DB0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06E3712E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806000" w:themeFill="accent4" w:themeFillShade="80"/>
          </w:tcPr>
          <w:p w14:paraId="5E799394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806000" w:themeFill="accent4" w:themeFillShade="80"/>
          </w:tcPr>
          <w:p w14:paraId="791F727F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46787B41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</w:tr>
      <w:tr w:rsidR="002A57EB" w14:paraId="5DD852FA" w14:textId="77777777" w:rsidTr="002A57EB">
        <w:trPr>
          <w:trHeight w:val="198"/>
        </w:trPr>
        <w:tc>
          <w:tcPr>
            <w:tcW w:w="198" w:type="dxa"/>
            <w:shd w:val="clear" w:color="auto" w:fill="FFFFFF" w:themeFill="background1"/>
          </w:tcPr>
          <w:p w14:paraId="5B7A86E9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06968B37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FF" w:themeFill="background1"/>
          </w:tcPr>
          <w:p w14:paraId="5867660A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C000" w:themeFill="accent4"/>
          </w:tcPr>
          <w:p w14:paraId="11C27C28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FF" w:themeFill="background1"/>
          </w:tcPr>
          <w:p w14:paraId="6D21BAEF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420D49B3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12D14101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806000" w:themeFill="accent4" w:themeFillShade="80"/>
          </w:tcPr>
          <w:p w14:paraId="00B78933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806000" w:themeFill="accent4" w:themeFillShade="80"/>
          </w:tcPr>
          <w:p w14:paraId="1C172818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D9E2F3" w:themeFill="accent1" w:themeFillTint="33"/>
          </w:tcPr>
          <w:p w14:paraId="3F69EDE5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</w:tr>
      <w:tr w:rsidR="002A57EB" w14:paraId="485D2BCE" w14:textId="77777777" w:rsidTr="002A57EB">
        <w:trPr>
          <w:trHeight w:val="198"/>
        </w:trPr>
        <w:tc>
          <w:tcPr>
            <w:tcW w:w="198" w:type="dxa"/>
            <w:shd w:val="clear" w:color="auto" w:fill="FFFFFF" w:themeFill="background1"/>
          </w:tcPr>
          <w:p w14:paraId="4EF42ED1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08B4D448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FF" w:themeFill="background1"/>
          </w:tcPr>
          <w:p w14:paraId="1C408528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FF" w:themeFill="background1"/>
          </w:tcPr>
          <w:p w14:paraId="72410F71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FF" w:themeFill="background1"/>
          </w:tcPr>
          <w:p w14:paraId="44FA5FEE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70AD47" w:themeFill="accent6"/>
          </w:tcPr>
          <w:p w14:paraId="543F0D4B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70AD47" w:themeFill="accent6"/>
          </w:tcPr>
          <w:p w14:paraId="11EDDC4D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806000" w:themeFill="accent4" w:themeFillShade="80"/>
          </w:tcPr>
          <w:p w14:paraId="6D293895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806000" w:themeFill="accent4" w:themeFillShade="80"/>
          </w:tcPr>
          <w:p w14:paraId="616C9853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70AD47" w:themeFill="accent6"/>
          </w:tcPr>
          <w:p w14:paraId="1E1C8D15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</w:tr>
    </w:tbl>
    <w:tbl>
      <w:tblPr>
        <w:tblStyle w:val="Tabellenraster"/>
        <w:tblpPr w:leftFromText="141" w:rightFromText="141" w:vertAnchor="text" w:horzAnchor="page" w:tblpX="6136" w:tblpY="186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</w:tblGrid>
      <w:tr w:rsidR="002A57EB" w14:paraId="5333939D" w14:textId="77777777" w:rsidTr="002A57EB">
        <w:trPr>
          <w:trHeight w:val="198"/>
        </w:trPr>
        <w:tc>
          <w:tcPr>
            <w:tcW w:w="198" w:type="dxa"/>
          </w:tcPr>
          <w:p w14:paraId="1ED70BFC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3AF37367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289EFA61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75F82B69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4CA6429F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2156A1C2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13885AB5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710C9350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0A7C61CC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60C07ACA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</w:tr>
      <w:tr w:rsidR="002A57EB" w14:paraId="5C331523" w14:textId="77777777" w:rsidTr="002A57EB">
        <w:trPr>
          <w:trHeight w:val="198"/>
        </w:trPr>
        <w:tc>
          <w:tcPr>
            <w:tcW w:w="198" w:type="dxa"/>
          </w:tcPr>
          <w:p w14:paraId="7CB2CE04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72966370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0E71C6C9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3DE3D3AD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683C78B3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72EF5798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630069FD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21EEEDD9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662756A0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0E332C31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</w:tr>
      <w:tr w:rsidR="002A57EB" w14:paraId="33C023DC" w14:textId="77777777" w:rsidTr="002A57EB">
        <w:trPr>
          <w:trHeight w:val="198"/>
        </w:trPr>
        <w:tc>
          <w:tcPr>
            <w:tcW w:w="198" w:type="dxa"/>
          </w:tcPr>
          <w:p w14:paraId="2EBEC88A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68203464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3686CD80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6C8673ED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7D1A2F6C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709A4AD3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6A3585F3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22609A83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6F146842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7CF08F8E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</w:tr>
      <w:tr w:rsidR="002A57EB" w14:paraId="7C5319C1" w14:textId="77777777" w:rsidTr="002A57EB">
        <w:trPr>
          <w:trHeight w:val="198"/>
        </w:trPr>
        <w:tc>
          <w:tcPr>
            <w:tcW w:w="198" w:type="dxa"/>
          </w:tcPr>
          <w:p w14:paraId="6D2C90B3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61B824CD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7068BD63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7D3674E6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2D2F9829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15ED396F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48C11750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32A8368C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7A417492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3C21EB77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</w:tr>
      <w:tr w:rsidR="002A57EB" w14:paraId="2BFB81AC" w14:textId="77777777" w:rsidTr="002A57EB">
        <w:trPr>
          <w:trHeight w:val="198"/>
        </w:trPr>
        <w:tc>
          <w:tcPr>
            <w:tcW w:w="198" w:type="dxa"/>
            <w:shd w:val="clear" w:color="auto" w:fill="000000" w:themeFill="text1"/>
          </w:tcPr>
          <w:p w14:paraId="1B10060A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50C46A19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1A273154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6C9C1ABC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3BBA997B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009ECED7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6771C8B3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132D5685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4D5CE2F0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7F7AFAFC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</w:tr>
      <w:tr w:rsidR="002A57EB" w14:paraId="24BE32FD" w14:textId="77777777" w:rsidTr="002A57EB">
        <w:trPr>
          <w:trHeight w:val="198"/>
        </w:trPr>
        <w:tc>
          <w:tcPr>
            <w:tcW w:w="198" w:type="dxa"/>
            <w:shd w:val="clear" w:color="auto" w:fill="000000" w:themeFill="text1"/>
          </w:tcPr>
          <w:p w14:paraId="6AAA5B27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2477E5CC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26B79BE7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6CE4A9C2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1B516433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1C7DC196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1F784ECB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6573772B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19AF9A05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00B46CCA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</w:tr>
      <w:tr w:rsidR="002A57EB" w14:paraId="1590069D" w14:textId="77777777" w:rsidTr="002A57EB">
        <w:trPr>
          <w:trHeight w:val="198"/>
        </w:trPr>
        <w:tc>
          <w:tcPr>
            <w:tcW w:w="198" w:type="dxa"/>
          </w:tcPr>
          <w:p w14:paraId="2FB6D0D4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13762DD9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37C98AFA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49E5704C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0212031B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080DE114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17806D93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34F85871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3665AC8C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75994F9C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</w:tr>
      <w:tr w:rsidR="002A57EB" w14:paraId="5B4923B8" w14:textId="77777777" w:rsidTr="002A57EB">
        <w:trPr>
          <w:trHeight w:val="198"/>
        </w:trPr>
        <w:tc>
          <w:tcPr>
            <w:tcW w:w="198" w:type="dxa"/>
          </w:tcPr>
          <w:p w14:paraId="515A8116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181710D8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47EDFEDE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105760AB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032447AF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21DEA399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7536DFB3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5530D2EF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4D18ECDF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5043FCE1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</w:tr>
      <w:tr w:rsidR="002A57EB" w14:paraId="37730D0F" w14:textId="77777777" w:rsidTr="002A57EB">
        <w:trPr>
          <w:trHeight w:val="198"/>
        </w:trPr>
        <w:tc>
          <w:tcPr>
            <w:tcW w:w="198" w:type="dxa"/>
          </w:tcPr>
          <w:p w14:paraId="1FEC3DD6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450CF51D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1D24201F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0DF0FCC9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711E7559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3888B85D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7015AA50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0A33B9CC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7D6B8EF6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22587AFD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</w:tr>
      <w:tr w:rsidR="002A57EB" w14:paraId="6E1936AA" w14:textId="77777777" w:rsidTr="002A57EB">
        <w:trPr>
          <w:trHeight w:val="198"/>
        </w:trPr>
        <w:tc>
          <w:tcPr>
            <w:tcW w:w="198" w:type="dxa"/>
          </w:tcPr>
          <w:p w14:paraId="53C8C76C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5897654E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431650D4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4A27B9A5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7109C69B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1F151615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06FCDB28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2D703180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4427B62B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</w:tcPr>
          <w:p w14:paraId="42847214" w14:textId="77777777" w:rsidR="002A57EB" w:rsidRPr="00F240E8" w:rsidRDefault="002A57EB" w:rsidP="002A57EB">
            <w:pPr>
              <w:rPr>
                <w:sz w:val="2"/>
                <w:szCs w:val="2"/>
              </w:rPr>
            </w:pPr>
          </w:p>
        </w:tc>
      </w:tr>
    </w:tbl>
    <w:tbl>
      <w:tblPr>
        <w:tblStyle w:val="Tabellenraster"/>
        <w:tblpPr w:leftFromText="142" w:rightFromText="142" w:vertAnchor="page" w:horzAnchor="margin" w:tblpXSpec="right" w:tblpY="1107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  <w:gridCol w:w="198"/>
      </w:tblGrid>
      <w:tr w:rsidR="000D1878" w:rsidRPr="00DE53E4" w14:paraId="53453363" w14:textId="77777777" w:rsidTr="000D1878">
        <w:trPr>
          <w:trHeight w:val="198"/>
        </w:trPr>
        <w:tc>
          <w:tcPr>
            <w:tcW w:w="198" w:type="dxa"/>
            <w:shd w:val="clear" w:color="auto" w:fill="000000" w:themeFill="text1"/>
          </w:tcPr>
          <w:p w14:paraId="1ACFBD1B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2E96782C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5D8CEEC6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02B10404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5BF3B803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2FE72B87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527D9BC1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37CD206B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53617286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5C736DB9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</w:tr>
      <w:tr w:rsidR="000D1878" w:rsidRPr="00DE53E4" w14:paraId="53C8CD8C" w14:textId="77777777" w:rsidTr="000D1878">
        <w:trPr>
          <w:trHeight w:val="198"/>
        </w:trPr>
        <w:tc>
          <w:tcPr>
            <w:tcW w:w="198" w:type="dxa"/>
            <w:shd w:val="clear" w:color="auto" w:fill="000000" w:themeFill="text1"/>
          </w:tcPr>
          <w:p w14:paraId="20D14D5C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18918795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220B2BB5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21988AA9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740C28F1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118BA48F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3534B0EE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41747007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2AFAA705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000000" w:themeFill="text1"/>
          </w:tcPr>
          <w:p w14:paraId="6CE62290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</w:tr>
      <w:tr w:rsidR="000D1878" w:rsidRPr="00DE53E4" w14:paraId="7F0ADD8F" w14:textId="77777777" w:rsidTr="000D1878">
        <w:trPr>
          <w:trHeight w:val="198"/>
        </w:trPr>
        <w:tc>
          <w:tcPr>
            <w:tcW w:w="198" w:type="dxa"/>
            <w:shd w:val="clear" w:color="auto" w:fill="FF0000"/>
          </w:tcPr>
          <w:p w14:paraId="5982489A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7628267E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7D5994D9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70B04A61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36226DB0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61D6DBEB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0ABF9E31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74246CC7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346E0A3A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7C8B1754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</w:tr>
      <w:tr w:rsidR="000D1878" w:rsidRPr="00DE53E4" w14:paraId="42DE577E" w14:textId="77777777" w:rsidTr="000D1878">
        <w:trPr>
          <w:trHeight w:val="198"/>
        </w:trPr>
        <w:tc>
          <w:tcPr>
            <w:tcW w:w="198" w:type="dxa"/>
            <w:shd w:val="clear" w:color="auto" w:fill="FF0000"/>
          </w:tcPr>
          <w:p w14:paraId="5EE2B474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3A31A992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1E43214E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106169F5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042A8D76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6F8196D8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5984D866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586EABAD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28BCF7E5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0000"/>
          </w:tcPr>
          <w:p w14:paraId="747EE32E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</w:tr>
      <w:tr w:rsidR="000D1878" w:rsidRPr="00DE53E4" w14:paraId="02555C75" w14:textId="77777777" w:rsidTr="000D1878">
        <w:trPr>
          <w:trHeight w:val="198"/>
        </w:trPr>
        <w:tc>
          <w:tcPr>
            <w:tcW w:w="198" w:type="dxa"/>
            <w:shd w:val="clear" w:color="auto" w:fill="FFFF00"/>
          </w:tcPr>
          <w:p w14:paraId="66CF594F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00"/>
          </w:tcPr>
          <w:p w14:paraId="3BA2120D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00"/>
          </w:tcPr>
          <w:p w14:paraId="539B5B35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00"/>
          </w:tcPr>
          <w:p w14:paraId="0A06DBF8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00"/>
          </w:tcPr>
          <w:p w14:paraId="44317928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00"/>
          </w:tcPr>
          <w:p w14:paraId="3901D8FC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00"/>
          </w:tcPr>
          <w:p w14:paraId="16EE1324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00"/>
          </w:tcPr>
          <w:p w14:paraId="46610C84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00"/>
          </w:tcPr>
          <w:p w14:paraId="142A05E3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00"/>
          </w:tcPr>
          <w:p w14:paraId="2B309874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</w:tr>
      <w:tr w:rsidR="000D1878" w:rsidRPr="00DE53E4" w14:paraId="6F0B1ECC" w14:textId="77777777" w:rsidTr="000D1878">
        <w:trPr>
          <w:trHeight w:val="198"/>
        </w:trPr>
        <w:tc>
          <w:tcPr>
            <w:tcW w:w="198" w:type="dxa"/>
            <w:shd w:val="clear" w:color="auto" w:fill="FFFF00"/>
          </w:tcPr>
          <w:p w14:paraId="1FC89E77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00"/>
          </w:tcPr>
          <w:p w14:paraId="6E740A48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00"/>
          </w:tcPr>
          <w:p w14:paraId="74BB4ED5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00"/>
          </w:tcPr>
          <w:p w14:paraId="50CC4A1F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00"/>
          </w:tcPr>
          <w:p w14:paraId="48447422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00"/>
          </w:tcPr>
          <w:p w14:paraId="05281346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00"/>
          </w:tcPr>
          <w:p w14:paraId="6D780C84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00"/>
          </w:tcPr>
          <w:p w14:paraId="3185049D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00"/>
          </w:tcPr>
          <w:p w14:paraId="570EBACC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  <w:tc>
          <w:tcPr>
            <w:tcW w:w="198" w:type="dxa"/>
            <w:shd w:val="clear" w:color="auto" w:fill="FFFF00"/>
          </w:tcPr>
          <w:p w14:paraId="6B21140D" w14:textId="77777777" w:rsidR="000D1878" w:rsidRPr="00F240E8" w:rsidRDefault="000D1878" w:rsidP="000D1878">
            <w:pPr>
              <w:rPr>
                <w:sz w:val="2"/>
                <w:szCs w:val="2"/>
              </w:rPr>
            </w:pPr>
          </w:p>
        </w:tc>
      </w:tr>
    </w:tbl>
    <w:p w14:paraId="74D578E9" w14:textId="7A6469CF" w:rsidR="00DE53E4" w:rsidRDefault="00DE53E4" w:rsidP="00DE53E4"/>
    <w:p w14:paraId="3C8C8120" w14:textId="7A1D277D" w:rsidR="00DE53E4" w:rsidRDefault="00DE53E4" w:rsidP="00DE53E4"/>
    <w:p w14:paraId="7542737A" w14:textId="44B0062E" w:rsidR="00DE53E4" w:rsidRDefault="002A57EB" w:rsidP="00DE53E4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FE9ED27" wp14:editId="0771EFB9">
                <wp:simplePos x="0" y="0"/>
                <wp:positionH relativeFrom="column">
                  <wp:posOffset>-23495</wp:posOffset>
                </wp:positionH>
                <wp:positionV relativeFrom="paragraph">
                  <wp:posOffset>106045</wp:posOffset>
                </wp:positionV>
                <wp:extent cx="5845810" cy="239395"/>
                <wp:effectExtent l="0" t="0" r="0" b="0"/>
                <wp:wrapNone/>
                <wp:docPr id="341411501" name="Gruppieren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5810" cy="239395"/>
                          <a:chOff x="-9525" y="49530"/>
                          <a:chExt cx="5845810" cy="239395"/>
                        </a:xfrm>
                      </wpg:grpSpPr>
                      <wpg:grpSp>
                        <wpg:cNvPr id="1977925926" name="Gruppieren 16"/>
                        <wpg:cNvGrpSpPr/>
                        <wpg:grpSpPr>
                          <a:xfrm>
                            <a:off x="-9525" y="49530"/>
                            <a:ext cx="4448175" cy="238125"/>
                            <a:chOff x="28576" y="87630"/>
                            <a:chExt cx="4448325" cy="238125"/>
                          </a:xfrm>
                        </wpg:grpSpPr>
                        <wps:wsp>
                          <wps:cNvPr id="55205006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76" y="87630"/>
                              <a:ext cx="1247817" cy="2305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506201" w14:textId="417F5BD8" w:rsidR="00E665D0" w:rsidRDefault="00E665D0" w:rsidP="00F240E8">
                                <w:pPr>
                                  <w:pStyle w:val="UnterschriftINFSII"/>
                                  <w:spacing w:after="120"/>
                                </w:pPr>
                                <w:r>
                                  <w:t>Bild A</w:t>
                                </w:r>
                              </w:p>
                            </w:txbxContent>
                          </wps:txbx>
                          <wps:bodyPr rot="0" vert="horz" wrap="square" lIns="0" tIns="45720" rIns="91440" bIns="45720" anchor="t" anchorCtr="0">
                            <a:noAutofit/>
                          </wps:bodyPr>
                        </wps:wsp>
                        <wps:wsp>
                          <wps:cNvPr id="186459163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7785" y="95251"/>
                              <a:ext cx="1166457" cy="2095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9114951" w14:textId="33DD8123" w:rsidR="00E665D0" w:rsidRDefault="00E665D0" w:rsidP="00F240E8">
                                <w:pPr>
                                  <w:pStyle w:val="UnterschriftINFSII"/>
                                  <w:spacing w:after="120"/>
                                </w:pPr>
                                <w:r>
                                  <w:t xml:space="preserve">Bild </w:t>
                                </w:r>
                                <w:r w:rsidR="005F1DBC"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0" tIns="45720" rIns="91440" bIns="45720" anchor="t" anchorCtr="0">
                            <a:noAutofit/>
                          </wps:bodyPr>
                        </wps:wsp>
                        <wps:wsp>
                          <wps:cNvPr id="163912444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50691" y="95250"/>
                              <a:ext cx="1426210" cy="23050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7C97664" w14:textId="0A85F577" w:rsidR="005F1DBC" w:rsidRDefault="005F1DBC" w:rsidP="007432A5">
                                <w:pPr>
                                  <w:pStyle w:val="UnterschriftINFSII"/>
                                  <w:spacing w:after="120"/>
                                </w:pPr>
                                <w:r>
                                  <w:t>Bild C</w:t>
                                </w:r>
                              </w:p>
                            </w:txbxContent>
                          </wps:txbx>
                          <wps:bodyPr rot="0" vert="horz" wrap="square" lIns="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60320725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524375" y="66675"/>
                            <a:ext cx="1311910" cy="222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744B62" w14:textId="26393843" w:rsidR="005F1DBC" w:rsidRDefault="005F1DBC" w:rsidP="007432A5">
                              <w:pPr>
                                <w:pStyle w:val="UnterschriftINFSII"/>
                                <w:spacing w:after="0"/>
                              </w:pPr>
                              <w:r>
                                <w:t>Bild D</w:t>
                              </w:r>
                            </w:p>
                          </w:txbxContent>
                        </wps:txbx>
                        <wps:bodyPr rot="0" vert="horz" wrap="square" lIns="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E9ED27" id="Gruppieren 16" o:spid="_x0000_s1026" style="position:absolute;margin-left:-1.85pt;margin-top:8.35pt;width:460.3pt;height:18.85pt;z-index:251662336;mso-width-relative:margin;mso-height-relative:margin" coordorigin="-95,495" coordsize="58458,2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">
                <v:group id="_x0000_s1027" style="position:absolute;left:-95;top:495;width:44481;height:2381" coordorigin="285,876" coordsize="44483,2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285;top:876;width:12478;height:2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" filled="f" stroked="f">
                    <v:textbox inset="0">
                      <w:txbxContent>
                        <w:p w14:paraId="77506201" w14:textId="417F5BD8" w:rsidR="00E665D0" w:rsidRDefault="00E665D0" w:rsidP="00F240E8">
                          <w:pPr>
                            <w:pStyle w:val="UnterschriftINFSII"/>
                            <w:spacing w:after="120"/>
                          </w:pPr>
                          <w:r>
                            <w:t>Bild A</w:t>
                          </w:r>
                        </w:p>
                      </w:txbxContent>
                    </v:textbox>
                  </v:shape>
                  <v:shape id="_x0000_s1029" type="#_x0000_t202" style="position:absolute;left:15577;top:952;width:11665;height:2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" filled="f" stroked="f">
                    <v:textbox inset="0">
                      <w:txbxContent>
                        <w:p w14:paraId="19114951" w14:textId="33DD8123" w:rsidR="00E665D0" w:rsidRDefault="00E665D0" w:rsidP="00F240E8">
                          <w:pPr>
                            <w:pStyle w:val="UnterschriftINFSII"/>
                            <w:spacing w:after="120"/>
                          </w:pPr>
                          <w:r>
                            <w:t xml:space="preserve">Bild </w:t>
                          </w:r>
                          <w:r w:rsidR="005F1DBC">
                            <w:t>B</w:t>
                          </w:r>
                        </w:p>
                      </w:txbxContent>
                    </v:textbox>
                  </v:shape>
                  <v:shape id="_x0000_s1030" type="#_x0000_t202" style="position:absolute;left:30506;top:952;width:14263;height:2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" filled="f" stroked="f">
                    <v:textbox inset="0">
                      <w:txbxContent>
                        <w:p w14:paraId="07C97664" w14:textId="0A85F577" w:rsidR="005F1DBC" w:rsidRDefault="005F1DBC" w:rsidP="007432A5">
                          <w:pPr>
                            <w:pStyle w:val="UnterschriftINFSII"/>
                            <w:spacing w:after="120"/>
                          </w:pPr>
                          <w:r>
                            <w:t>Bild C</w:t>
                          </w:r>
                        </w:p>
                      </w:txbxContent>
                    </v:textbox>
                  </v:shape>
                </v:group>
                <v:shape id="_x0000_s1031" type="#_x0000_t202" style="position:absolute;left:45243;top:666;width:13119;height:2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" filled="f" stroked="f">
                  <v:textbox inset="0">
                    <w:txbxContent>
                      <w:p w14:paraId="00744B62" w14:textId="26393843" w:rsidR="005F1DBC" w:rsidRDefault="005F1DBC" w:rsidP="007432A5">
                        <w:pPr>
                          <w:pStyle w:val="UnterschriftINFSII"/>
                          <w:spacing w:after="0"/>
                        </w:pPr>
                        <w:r>
                          <w:t>Bild 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154FAC5" w14:textId="3E052D29" w:rsidR="00DE53E4" w:rsidRDefault="00DE53E4" w:rsidP="00DE53E4"/>
    <w:p w14:paraId="2596E088" w14:textId="2EE5C412" w:rsidR="00DE53E4" w:rsidRDefault="00DE53E4" w:rsidP="00DE53E4"/>
    <w:tbl>
      <w:tblPr>
        <w:tblStyle w:val="Gitternetztabelle4Akzent1"/>
        <w:tblW w:w="0" w:type="auto"/>
        <w:tblInd w:w="142" w:type="dxa"/>
        <w:tblLook w:val="0420" w:firstRow="1" w:lastRow="0" w:firstColumn="0" w:lastColumn="0" w:noHBand="0" w:noVBand="1"/>
      </w:tblPr>
      <w:tblGrid>
        <w:gridCol w:w="1134"/>
        <w:gridCol w:w="1559"/>
        <w:gridCol w:w="1276"/>
        <w:gridCol w:w="425"/>
        <w:gridCol w:w="1276"/>
        <w:gridCol w:w="1559"/>
        <w:gridCol w:w="1691"/>
      </w:tblGrid>
      <w:tr w:rsidR="00C05FF5" w14:paraId="738572E4" w14:textId="77777777" w:rsidTr="00C05F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134" w:type="dxa"/>
            <w:tcBorders>
              <w:top w:val="nil"/>
              <w:left w:val="nil"/>
            </w:tcBorders>
            <w:shd w:val="clear" w:color="auto" w:fill="auto"/>
            <w:vAlign w:val="bottom"/>
          </w:tcPr>
          <w:p w14:paraId="2ACCDD5E" w14:textId="344210AA" w:rsidR="00C05FF5" w:rsidRDefault="00C05FF5" w:rsidP="00C05FF5">
            <w:pPr>
              <w:spacing w:after="0"/>
            </w:pPr>
            <w:r w:rsidRPr="00C05FF5">
              <w:rPr>
                <w:color w:val="000000" w:themeColor="text1"/>
              </w:rPr>
              <w:lastRenderedPageBreak/>
              <w:t>Bild A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14:paraId="10551EC4" w14:textId="77777777" w:rsidR="00C05FF5" w:rsidRDefault="00C05FF5" w:rsidP="00CA55E0"/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2C8A00D9" w14:textId="77777777" w:rsidR="00C05FF5" w:rsidRDefault="00C05FF5" w:rsidP="00CA55E0"/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14:paraId="454F4EC9" w14:textId="77777777" w:rsidR="00C05FF5" w:rsidRDefault="00C05FF5" w:rsidP="00CA55E0"/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14:paraId="0E8E5994" w14:textId="234B7319" w:rsidR="00C05FF5" w:rsidRDefault="00C05FF5" w:rsidP="00C05FF5">
            <w:pPr>
              <w:spacing w:after="0"/>
            </w:pPr>
            <w:r w:rsidRPr="00C05FF5">
              <w:rPr>
                <w:color w:val="000000" w:themeColor="text1"/>
              </w:rPr>
              <w:t>Bild B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14:paraId="060F2D1B" w14:textId="77777777" w:rsidR="00C05FF5" w:rsidRDefault="00C05FF5" w:rsidP="00CA55E0"/>
        </w:tc>
        <w:tc>
          <w:tcPr>
            <w:tcW w:w="1691" w:type="dxa"/>
            <w:tcBorders>
              <w:top w:val="nil"/>
              <w:right w:val="nil"/>
            </w:tcBorders>
            <w:shd w:val="clear" w:color="auto" w:fill="auto"/>
          </w:tcPr>
          <w:p w14:paraId="0F4209FA" w14:textId="77777777" w:rsidR="00C05FF5" w:rsidRDefault="00C05FF5" w:rsidP="00CA55E0"/>
        </w:tc>
      </w:tr>
      <w:tr w:rsidR="00C05FF5" w14:paraId="40DABE1C" w14:textId="77777777" w:rsidTr="000D1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1134" w:type="dxa"/>
            <w:tcBorders>
              <w:top w:val="single" w:sz="4" w:space="0" w:color="4472C4" w:themeColor="accent1"/>
            </w:tcBorders>
            <w:shd w:val="clear" w:color="auto" w:fill="4E6B9E"/>
            <w:vAlign w:val="center"/>
          </w:tcPr>
          <w:p w14:paraId="3C32540A" w14:textId="14C52779" w:rsidR="002A57EB" w:rsidRPr="00C05FF5" w:rsidRDefault="002A57EB" w:rsidP="000D1878">
            <w:pPr>
              <w:spacing w:after="0"/>
              <w:rPr>
                <w:b/>
                <w:bCs/>
                <w:color w:val="FFFFFF" w:themeColor="background1"/>
              </w:rPr>
            </w:pPr>
            <w:r w:rsidRPr="00C05FF5">
              <w:rPr>
                <w:b/>
                <w:bCs/>
                <w:color w:val="FFFFFF" w:themeColor="background1"/>
              </w:rPr>
              <w:t>Farbe</w:t>
            </w:r>
          </w:p>
        </w:tc>
        <w:tc>
          <w:tcPr>
            <w:tcW w:w="1559" w:type="dxa"/>
            <w:tcBorders>
              <w:top w:val="single" w:sz="4" w:space="0" w:color="4472C4" w:themeColor="accent1"/>
            </w:tcBorders>
            <w:shd w:val="clear" w:color="auto" w:fill="4E6B9E"/>
            <w:vAlign w:val="center"/>
          </w:tcPr>
          <w:p w14:paraId="42128B0D" w14:textId="52D5288E" w:rsidR="002A57EB" w:rsidRPr="00C05FF5" w:rsidRDefault="002A57EB" w:rsidP="000D1878">
            <w:pPr>
              <w:spacing w:after="0"/>
              <w:rPr>
                <w:b/>
                <w:bCs/>
                <w:color w:val="FFFFFF" w:themeColor="background1"/>
              </w:rPr>
            </w:pPr>
            <w:r w:rsidRPr="00C05FF5">
              <w:rPr>
                <w:b/>
                <w:bCs/>
                <w:color w:val="FFFFFF" w:themeColor="background1"/>
              </w:rPr>
              <w:t>RGB-Wert</w:t>
            </w:r>
          </w:p>
        </w:tc>
        <w:tc>
          <w:tcPr>
            <w:tcW w:w="1276" w:type="dxa"/>
            <w:tcBorders>
              <w:top w:val="single" w:sz="4" w:space="0" w:color="4472C4" w:themeColor="accent1"/>
              <w:right w:val="single" w:sz="4" w:space="0" w:color="4472C4" w:themeColor="accent1"/>
            </w:tcBorders>
            <w:shd w:val="clear" w:color="auto" w:fill="4E6B9E"/>
            <w:vAlign w:val="center"/>
          </w:tcPr>
          <w:p w14:paraId="4FE80140" w14:textId="01904B17" w:rsidR="002A57EB" w:rsidRPr="00C05FF5" w:rsidRDefault="002A57EB" w:rsidP="000D1878">
            <w:pPr>
              <w:spacing w:after="0"/>
              <w:rPr>
                <w:b/>
                <w:bCs/>
                <w:color w:val="FFFFFF" w:themeColor="background1"/>
              </w:rPr>
            </w:pPr>
            <w:r w:rsidRPr="00C05FF5">
              <w:rPr>
                <w:b/>
                <w:bCs/>
                <w:color w:val="FFFFFF" w:themeColor="background1"/>
              </w:rPr>
              <w:t>Code</w:t>
            </w:r>
          </w:p>
        </w:tc>
        <w:tc>
          <w:tcPr>
            <w:tcW w:w="425" w:type="dxa"/>
            <w:tcBorders>
              <w:top w:val="nil"/>
              <w:left w:val="single" w:sz="4" w:space="0" w:color="4472C4" w:themeColor="accent1"/>
              <w:bottom w:val="nil"/>
              <w:right w:val="single" w:sz="4" w:space="0" w:color="4472C4" w:themeColor="accent1"/>
            </w:tcBorders>
            <w:shd w:val="clear" w:color="auto" w:fill="auto"/>
          </w:tcPr>
          <w:p w14:paraId="4C68A86C" w14:textId="77777777" w:rsidR="002A57EB" w:rsidRPr="00C05FF5" w:rsidRDefault="002A57EB" w:rsidP="00CA55E0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1276" w:type="dxa"/>
            <w:tcBorders>
              <w:top w:val="single" w:sz="4" w:space="0" w:color="4472C4" w:themeColor="accent1"/>
              <w:left w:val="single" w:sz="4" w:space="0" w:color="4472C4" w:themeColor="accent1"/>
            </w:tcBorders>
            <w:shd w:val="clear" w:color="auto" w:fill="4E6B9E"/>
            <w:vAlign w:val="center"/>
          </w:tcPr>
          <w:p w14:paraId="390988A8" w14:textId="5E285599" w:rsidR="002A57EB" w:rsidRPr="00C05FF5" w:rsidRDefault="002A57EB" w:rsidP="000D1878">
            <w:pPr>
              <w:spacing w:after="0"/>
              <w:rPr>
                <w:b/>
                <w:bCs/>
                <w:color w:val="FFFFFF" w:themeColor="background1"/>
              </w:rPr>
            </w:pPr>
            <w:r w:rsidRPr="00C05FF5">
              <w:rPr>
                <w:b/>
                <w:bCs/>
                <w:color w:val="FFFFFF" w:themeColor="background1"/>
              </w:rPr>
              <w:t>Farbe</w:t>
            </w:r>
          </w:p>
        </w:tc>
        <w:tc>
          <w:tcPr>
            <w:tcW w:w="1559" w:type="dxa"/>
            <w:tcBorders>
              <w:top w:val="single" w:sz="4" w:space="0" w:color="4472C4" w:themeColor="accent1"/>
            </w:tcBorders>
            <w:shd w:val="clear" w:color="auto" w:fill="4E6B9E"/>
            <w:vAlign w:val="center"/>
          </w:tcPr>
          <w:p w14:paraId="3DCC74F1" w14:textId="77777777" w:rsidR="002A57EB" w:rsidRPr="00C05FF5" w:rsidRDefault="002A57EB" w:rsidP="000D1878">
            <w:pPr>
              <w:spacing w:after="0"/>
              <w:rPr>
                <w:b/>
                <w:bCs/>
                <w:color w:val="FFFFFF" w:themeColor="background1"/>
              </w:rPr>
            </w:pPr>
            <w:r w:rsidRPr="00C05FF5">
              <w:rPr>
                <w:b/>
                <w:bCs/>
                <w:color w:val="FFFFFF" w:themeColor="background1"/>
              </w:rPr>
              <w:t>RGB-Wert</w:t>
            </w:r>
          </w:p>
        </w:tc>
        <w:tc>
          <w:tcPr>
            <w:tcW w:w="1691" w:type="dxa"/>
            <w:tcBorders>
              <w:top w:val="single" w:sz="4" w:space="0" w:color="4472C4" w:themeColor="accent1"/>
            </w:tcBorders>
            <w:shd w:val="clear" w:color="auto" w:fill="4E6B9E"/>
            <w:vAlign w:val="center"/>
          </w:tcPr>
          <w:p w14:paraId="67AF0835" w14:textId="6097833C" w:rsidR="002A57EB" w:rsidRPr="00C05FF5" w:rsidRDefault="002A57EB" w:rsidP="000D1878">
            <w:pPr>
              <w:spacing w:after="0"/>
              <w:rPr>
                <w:b/>
                <w:bCs/>
                <w:color w:val="FFFFFF" w:themeColor="background1"/>
              </w:rPr>
            </w:pPr>
            <w:r w:rsidRPr="00C05FF5">
              <w:rPr>
                <w:b/>
                <w:bCs/>
                <w:color w:val="FFFFFF" w:themeColor="background1"/>
              </w:rPr>
              <w:t>Code</w:t>
            </w:r>
          </w:p>
        </w:tc>
      </w:tr>
      <w:tr w:rsidR="00C05FF5" w14:paraId="0E4AD88A" w14:textId="77777777" w:rsidTr="000D1878">
        <w:trPr>
          <w:trHeight w:val="454"/>
        </w:trPr>
        <w:tc>
          <w:tcPr>
            <w:tcW w:w="1134" w:type="dxa"/>
            <w:tcBorders>
              <w:bottom w:val="single" w:sz="4" w:space="0" w:color="8EAADB" w:themeColor="accent1" w:themeTint="99"/>
            </w:tcBorders>
          </w:tcPr>
          <w:p w14:paraId="25AEF82D" w14:textId="759AA8FE" w:rsidR="002A57EB" w:rsidRDefault="002A57EB" w:rsidP="002A57EB">
            <w:r>
              <w:t>Blau</w:t>
            </w:r>
          </w:p>
        </w:tc>
        <w:tc>
          <w:tcPr>
            <w:tcW w:w="1559" w:type="dxa"/>
            <w:tcBorders>
              <w:bottom w:val="single" w:sz="4" w:space="0" w:color="8EAADB" w:themeColor="accent1" w:themeTint="99"/>
            </w:tcBorders>
          </w:tcPr>
          <w:p w14:paraId="64EDA808" w14:textId="61F0BFBD" w:rsidR="002A57EB" w:rsidRDefault="002A57EB" w:rsidP="002A57EB">
            <w:r w:rsidRPr="002A57EB">
              <w:t>91, 155, 213</w:t>
            </w:r>
          </w:p>
        </w:tc>
        <w:tc>
          <w:tcPr>
            <w:tcW w:w="1276" w:type="dxa"/>
            <w:tcBorders>
              <w:bottom w:val="single" w:sz="4" w:space="0" w:color="8EAADB" w:themeColor="accent1" w:themeTint="99"/>
            </w:tcBorders>
          </w:tcPr>
          <w:p w14:paraId="0E361F43" w14:textId="5C6D3741" w:rsidR="002A57EB" w:rsidRDefault="002A57EB" w:rsidP="002A57EB"/>
        </w:tc>
        <w:tc>
          <w:tcPr>
            <w:tcW w:w="425" w:type="dxa"/>
            <w:tcBorders>
              <w:top w:val="nil"/>
              <w:bottom w:val="nil"/>
            </w:tcBorders>
          </w:tcPr>
          <w:p w14:paraId="5CEC85AB" w14:textId="77777777" w:rsidR="002A57EB" w:rsidRDefault="002A57EB" w:rsidP="002A57EB"/>
        </w:tc>
        <w:tc>
          <w:tcPr>
            <w:tcW w:w="1276" w:type="dxa"/>
            <w:vAlign w:val="center"/>
          </w:tcPr>
          <w:p w14:paraId="22BBFE62" w14:textId="661208E7" w:rsidR="002A57EB" w:rsidRDefault="002A57EB" w:rsidP="000D1878">
            <w:pPr>
              <w:spacing w:after="0"/>
            </w:pPr>
            <w:r>
              <w:t xml:space="preserve">Schwarz </w:t>
            </w:r>
          </w:p>
        </w:tc>
        <w:tc>
          <w:tcPr>
            <w:tcW w:w="1559" w:type="dxa"/>
            <w:vAlign w:val="center"/>
          </w:tcPr>
          <w:p w14:paraId="211AB0A6" w14:textId="0EA78314" w:rsidR="002A57EB" w:rsidRDefault="002A57EB" w:rsidP="000D1878">
            <w:pPr>
              <w:spacing w:after="0"/>
            </w:pPr>
            <w:r>
              <w:t>0, 0, 0</w:t>
            </w:r>
          </w:p>
        </w:tc>
        <w:tc>
          <w:tcPr>
            <w:tcW w:w="1691" w:type="dxa"/>
          </w:tcPr>
          <w:p w14:paraId="17F788E1" w14:textId="06EC5032" w:rsidR="002A57EB" w:rsidRDefault="002A57EB" w:rsidP="002A57EB"/>
        </w:tc>
      </w:tr>
      <w:tr w:rsidR="00C05FF5" w14:paraId="67619ACC" w14:textId="77777777" w:rsidTr="000D1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1134" w:type="dxa"/>
            <w:tcBorders>
              <w:bottom w:val="single" w:sz="4" w:space="0" w:color="4472C4" w:themeColor="accent1"/>
            </w:tcBorders>
          </w:tcPr>
          <w:p w14:paraId="247D3BA6" w14:textId="3C569A8D" w:rsidR="002A57EB" w:rsidRDefault="002A57EB" w:rsidP="002A57EB">
            <w:r>
              <w:t>Orange</w:t>
            </w:r>
          </w:p>
        </w:tc>
        <w:tc>
          <w:tcPr>
            <w:tcW w:w="1559" w:type="dxa"/>
            <w:tcBorders>
              <w:bottom w:val="single" w:sz="4" w:space="0" w:color="4472C4" w:themeColor="accent1"/>
            </w:tcBorders>
          </w:tcPr>
          <w:p w14:paraId="113F4E77" w14:textId="53300A3C" w:rsidR="002A57EB" w:rsidRDefault="002A57EB" w:rsidP="002A57EB">
            <w:r w:rsidRPr="002A57EB">
              <w:t>237, 125, 49</w:t>
            </w:r>
          </w:p>
        </w:tc>
        <w:tc>
          <w:tcPr>
            <w:tcW w:w="1276" w:type="dxa"/>
            <w:tcBorders>
              <w:bottom w:val="single" w:sz="4" w:space="0" w:color="4472C4" w:themeColor="accent1"/>
            </w:tcBorders>
          </w:tcPr>
          <w:p w14:paraId="0F711406" w14:textId="0C541892" w:rsidR="002A57EB" w:rsidRDefault="002A57EB" w:rsidP="002A57EB"/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14:paraId="010942E0" w14:textId="77777777" w:rsidR="002A57EB" w:rsidRDefault="002A57EB" w:rsidP="002A57EB"/>
        </w:tc>
        <w:tc>
          <w:tcPr>
            <w:tcW w:w="1276" w:type="dxa"/>
            <w:vAlign w:val="center"/>
          </w:tcPr>
          <w:p w14:paraId="6861CD78" w14:textId="78D0E5B5" w:rsidR="002A57EB" w:rsidRDefault="002A57EB" w:rsidP="000D1878">
            <w:pPr>
              <w:spacing w:after="0"/>
            </w:pPr>
            <w:r>
              <w:t>Rot</w:t>
            </w:r>
          </w:p>
        </w:tc>
        <w:tc>
          <w:tcPr>
            <w:tcW w:w="1559" w:type="dxa"/>
            <w:vAlign w:val="center"/>
          </w:tcPr>
          <w:p w14:paraId="0B145C4C" w14:textId="77777777" w:rsidR="002A57EB" w:rsidRDefault="002A57EB" w:rsidP="000D1878">
            <w:pPr>
              <w:spacing w:after="0"/>
            </w:pPr>
            <w:r>
              <w:t>255, 0, 0</w:t>
            </w:r>
          </w:p>
        </w:tc>
        <w:tc>
          <w:tcPr>
            <w:tcW w:w="1691" w:type="dxa"/>
          </w:tcPr>
          <w:p w14:paraId="27259213" w14:textId="32CD5160" w:rsidR="002A57EB" w:rsidRDefault="002A57EB" w:rsidP="002A57EB"/>
        </w:tc>
      </w:tr>
      <w:tr w:rsidR="00C05FF5" w14:paraId="6632BDA8" w14:textId="77777777" w:rsidTr="000D1878">
        <w:trPr>
          <w:trHeight w:val="454"/>
        </w:trPr>
        <w:tc>
          <w:tcPr>
            <w:tcW w:w="1134" w:type="dxa"/>
            <w:tcBorders>
              <w:top w:val="single" w:sz="4" w:space="0" w:color="4472C4" w:themeColor="accent1"/>
              <w:left w:val="nil"/>
              <w:bottom w:val="nil"/>
              <w:right w:val="nil"/>
            </w:tcBorders>
          </w:tcPr>
          <w:p w14:paraId="2BF87F28" w14:textId="77777777" w:rsidR="002A57EB" w:rsidRDefault="002A57EB" w:rsidP="002A57EB"/>
        </w:tc>
        <w:tc>
          <w:tcPr>
            <w:tcW w:w="1559" w:type="dxa"/>
            <w:tcBorders>
              <w:top w:val="single" w:sz="4" w:space="0" w:color="4472C4" w:themeColor="accent1"/>
              <w:left w:val="nil"/>
              <w:bottom w:val="nil"/>
              <w:right w:val="nil"/>
            </w:tcBorders>
          </w:tcPr>
          <w:p w14:paraId="79A7D5AB" w14:textId="736605C6" w:rsidR="002A57EB" w:rsidRDefault="002A57EB" w:rsidP="002A57EB"/>
        </w:tc>
        <w:tc>
          <w:tcPr>
            <w:tcW w:w="1276" w:type="dxa"/>
            <w:tcBorders>
              <w:top w:val="single" w:sz="4" w:space="0" w:color="4472C4" w:themeColor="accent1"/>
              <w:left w:val="nil"/>
              <w:bottom w:val="nil"/>
              <w:right w:val="nil"/>
            </w:tcBorders>
          </w:tcPr>
          <w:p w14:paraId="7EF9BDED" w14:textId="44B1F243" w:rsidR="002A57EB" w:rsidRDefault="002A57EB" w:rsidP="002A57EB"/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3B021AAA" w14:textId="77777777" w:rsidR="002A57EB" w:rsidRDefault="002A57EB" w:rsidP="002A57EB"/>
        </w:tc>
        <w:tc>
          <w:tcPr>
            <w:tcW w:w="1276" w:type="dxa"/>
            <w:vAlign w:val="center"/>
          </w:tcPr>
          <w:p w14:paraId="267C7148" w14:textId="5B573110" w:rsidR="002A57EB" w:rsidRDefault="002A57EB" w:rsidP="000D1878">
            <w:pPr>
              <w:spacing w:after="0"/>
            </w:pPr>
            <w:r>
              <w:t>Gelb</w:t>
            </w:r>
          </w:p>
        </w:tc>
        <w:tc>
          <w:tcPr>
            <w:tcW w:w="1559" w:type="dxa"/>
            <w:vAlign w:val="center"/>
          </w:tcPr>
          <w:p w14:paraId="0F12A396" w14:textId="77777777" w:rsidR="002A57EB" w:rsidRDefault="002A57EB" w:rsidP="000D1878">
            <w:pPr>
              <w:spacing w:after="0"/>
            </w:pPr>
            <w:r>
              <w:t>255, 192, 0</w:t>
            </w:r>
          </w:p>
        </w:tc>
        <w:tc>
          <w:tcPr>
            <w:tcW w:w="1691" w:type="dxa"/>
          </w:tcPr>
          <w:p w14:paraId="591A6F75" w14:textId="09B7A718" w:rsidR="002A57EB" w:rsidRDefault="002A57EB" w:rsidP="002A57EB"/>
        </w:tc>
      </w:tr>
      <w:tr w:rsidR="00C05FF5" w14:paraId="6D6E257F" w14:textId="77777777" w:rsidTr="000D1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21D15B" w14:textId="40399BB0" w:rsidR="002A57EB" w:rsidRDefault="002A57EB" w:rsidP="002A57EB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A0C236" w14:textId="408B6F4C" w:rsidR="002A57EB" w:rsidRDefault="002A57EB" w:rsidP="002A57EB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9B0F29" w14:textId="076ECBC1" w:rsidR="002A57EB" w:rsidRDefault="002A57EB" w:rsidP="002A57EB"/>
        </w:tc>
        <w:tc>
          <w:tcPr>
            <w:tcW w:w="4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087ECC2" w14:textId="77777777" w:rsidR="002A57EB" w:rsidRDefault="002A57EB" w:rsidP="002A57EB"/>
        </w:tc>
        <w:tc>
          <w:tcPr>
            <w:tcW w:w="1276" w:type="dxa"/>
            <w:vAlign w:val="center"/>
          </w:tcPr>
          <w:p w14:paraId="43A2D449" w14:textId="5AC5C79E" w:rsidR="002A57EB" w:rsidRDefault="002A57EB" w:rsidP="000D1878">
            <w:pPr>
              <w:spacing w:after="0"/>
            </w:pPr>
            <w:r>
              <w:t>Grün</w:t>
            </w:r>
          </w:p>
        </w:tc>
        <w:tc>
          <w:tcPr>
            <w:tcW w:w="1559" w:type="dxa"/>
            <w:vAlign w:val="center"/>
          </w:tcPr>
          <w:p w14:paraId="58B6D0D4" w14:textId="77777777" w:rsidR="002A57EB" w:rsidRDefault="002A57EB" w:rsidP="000D1878">
            <w:pPr>
              <w:spacing w:after="0"/>
            </w:pPr>
            <w:r>
              <w:t>112, 173, 71</w:t>
            </w:r>
          </w:p>
        </w:tc>
        <w:tc>
          <w:tcPr>
            <w:tcW w:w="1691" w:type="dxa"/>
          </w:tcPr>
          <w:p w14:paraId="78764CD3" w14:textId="659207AD" w:rsidR="002A57EB" w:rsidRDefault="002A57EB" w:rsidP="002A57EB"/>
        </w:tc>
      </w:tr>
      <w:tr w:rsidR="00C05FF5" w14:paraId="35AFBEA0" w14:textId="77777777" w:rsidTr="000D1878">
        <w:trPr>
          <w:trHeight w:val="454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603CA5" w14:textId="64BAE9C4" w:rsidR="002A57EB" w:rsidRDefault="002A57EB" w:rsidP="002A57EB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66918F0" w14:textId="7D168A0C" w:rsidR="002A57EB" w:rsidRDefault="002A57EB" w:rsidP="002A57EB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FE81032" w14:textId="31474685" w:rsidR="002A57EB" w:rsidRDefault="002A57EB" w:rsidP="002A57EB"/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00911511" w14:textId="77777777" w:rsidR="002A57EB" w:rsidRDefault="002A57EB" w:rsidP="002A57EB"/>
        </w:tc>
        <w:tc>
          <w:tcPr>
            <w:tcW w:w="1276" w:type="dxa"/>
            <w:vAlign w:val="center"/>
          </w:tcPr>
          <w:p w14:paraId="35A17A3D" w14:textId="2992D20D" w:rsidR="002A57EB" w:rsidRDefault="002A57EB" w:rsidP="000D1878">
            <w:pPr>
              <w:spacing w:after="0"/>
            </w:pPr>
            <w:r>
              <w:t>Hellblau</w:t>
            </w:r>
          </w:p>
        </w:tc>
        <w:tc>
          <w:tcPr>
            <w:tcW w:w="1559" w:type="dxa"/>
            <w:vAlign w:val="center"/>
          </w:tcPr>
          <w:p w14:paraId="0EDB4ECE" w14:textId="77777777" w:rsidR="002A57EB" w:rsidRDefault="002A57EB" w:rsidP="000D1878">
            <w:pPr>
              <w:spacing w:after="0"/>
            </w:pPr>
            <w:r>
              <w:t>217, 226, 243</w:t>
            </w:r>
          </w:p>
        </w:tc>
        <w:tc>
          <w:tcPr>
            <w:tcW w:w="1691" w:type="dxa"/>
          </w:tcPr>
          <w:p w14:paraId="0E6AE3BF" w14:textId="2E3D6E63" w:rsidR="002A57EB" w:rsidRDefault="002A57EB" w:rsidP="002A57EB"/>
        </w:tc>
      </w:tr>
      <w:tr w:rsidR="00C05FF5" w14:paraId="2EF1D5C7" w14:textId="77777777" w:rsidTr="000D1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48B4D8" w14:textId="2A9292CE" w:rsidR="002A57EB" w:rsidRDefault="002A57EB" w:rsidP="002A57EB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FE48EC" w14:textId="71A6E455" w:rsidR="002A57EB" w:rsidRDefault="002A57EB" w:rsidP="002A57EB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D82E40" w14:textId="58EE60A4" w:rsidR="002A57EB" w:rsidRDefault="002A57EB" w:rsidP="002A57EB"/>
        </w:tc>
        <w:tc>
          <w:tcPr>
            <w:tcW w:w="4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D574E1F" w14:textId="77777777" w:rsidR="002A57EB" w:rsidRDefault="002A57EB" w:rsidP="002A57EB"/>
        </w:tc>
        <w:tc>
          <w:tcPr>
            <w:tcW w:w="1276" w:type="dxa"/>
            <w:vAlign w:val="center"/>
          </w:tcPr>
          <w:p w14:paraId="3230C85B" w14:textId="58E1E692" w:rsidR="002A57EB" w:rsidRDefault="002A57EB" w:rsidP="000D1878">
            <w:pPr>
              <w:spacing w:after="0"/>
            </w:pPr>
            <w:r>
              <w:t>Braun</w:t>
            </w:r>
          </w:p>
        </w:tc>
        <w:tc>
          <w:tcPr>
            <w:tcW w:w="1559" w:type="dxa"/>
            <w:vAlign w:val="center"/>
          </w:tcPr>
          <w:p w14:paraId="148328CC" w14:textId="77777777" w:rsidR="002A57EB" w:rsidRDefault="002A57EB" w:rsidP="000D1878">
            <w:pPr>
              <w:spacing w:after="0"/>
            </w:pPr>
            <w:r>
              <w:t>128, 96, 0</w:t>
            </w:r>
          </w:p>
        </w:tc>
        <w:tc>
          <w:tcPr>
            <w:tcW w:w="1691" w:type="dxa"/>
          </w:tcPr>
          <w:p w14:paraId="06C0D681" w14:textId="05C08D15" w:rsidR="002A57EB" w:rsidRDefault="002A57EB" w:rsidP="002A57EB"/>
        </w:tc>
      </w:tr>
      <w:tr w:rsidR="00C05FF5" w14:paraId="2E518ABD" w14:textId="77777777" w:rsidTr="000D1878">
        <w:trPr>
          <w:trHeight w:val="454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111A61" w14:textId="77777777" w:rsidR="002A57EB" w:rsidRDefault="002A57EB" w:rsidP="002A57EB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0FB8372" w14:textId="184EAB5F" w:rsidR="002A57EB" w:rsidRDefault="002A57EB" w:rsidP="002A57EB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7D069AF" w14:textId="75405B4D" w:rsidR="002A57EB" w:rsidRDefault="002A57EB" w:rsidP="002A57EB"/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0E02A32C" w14:textId="77777777" w:rsidR="002A57EB" w:rsidRDefault="002A57EB" w:rsidP="002A57EB"/>
        </w:tc>
        <w:tc>
          <w:tcPr>
            <w:tcW w:w="1276" w:type="dxa"/>
            <w:vAlign w:val="center"/>
          </w:tcPr>
          <w:p w14:paraId="0EA2EEA4" w14:textId="495CF3D2" w:rsidR="002A57EB" w:rsidRDefault="002A57EB" w:rsidP="000D1878">
            <w:pPr>
              <w:spacing w:after="0"/>
            </w:pPr>
            <w:r>
              <w:t>Grau</w:t>
            </w:r>
          </w:p>
        </w:tc>
        <w:tc>
          <w:tcPr>
            <w:tcW w:w="1559" w:type="dxa"/>
            <w:vAlign w:val="center"/>
          </w:tcPr>
          <w:p w14:paraId="1BA9B7A9" w14:textId="77777777" w:rsidR="002A57EB" w:rsidRDefault="002A57EB" w:rsidP="000D1878">
            <w:pPr>
              <w:spacing w:after="0"/>
            </w:pPr>
            <w:r>
              <w:t>127, 127, 127</w:t>
            </w:r>
          </w:p>
        </w:tc>
        <w:tc>
          <w:tcPr>
            <w:tcW w:w="1691" w:type="dxa"/>
          </w:tcPr>
          <w:p w14:paraId="58F79D11" w14:textId="46F10C2F" w:rsidR="002A57EB" w:rsidRDefault="002A57EB" w:rsidP="002A57EB"/>
        </w:tc>
      </w:tr>
      <w:tr w:rsidR="00C05FF5" w14:paraId="0B71D37F" w14:textId="77777777" w:rsidTr="000D1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BF9E6" w14:textId="77777777" w:rsidR="002A57EB" w:rsidRDefault="002A57EB" w:rsidP="002A57EB"/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7F5C8" w14:textId="342DBDED" w:rsidR="002A57EB" w:rsidRDefault="002A57EB" w:rsidP="002A57EB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F738DC" w14:textId="0BEE8A9A" w:rsidR="002A57EB" w:rsidRDefault="002A57EB" w:rsidP="002A57EB"/>
        </w:tc>
        <w:tc>
          <w:tcPr>
            <w:tcW w:w="425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E669222" w14:textId="77777777" w:rsidR="002A57EB" w:rsidRDefault="002A57EB" w:rsidP="002A57EB"/>
        </w:tc>
        <w:tc>
          <w:tcPr>
            <w:tcW w:w="1276" w:type="dxa"/>
            <w:vAlign w:val="center"/>
          </w:tcPr>
          <w:p w14:paraId="09444E47" w14:textId="163A8755" w:rsidR="002A57EB" w:rsidRDefault="002A57EB" w:rsidP="000D1878">
            <w:pPr>
              <w:spacing w:after="0"/>
            </w:pPr>
            <w:proofErr w:type="gramStart"/>
            <w:r>
              <w:t>Weiß</w:t>
            </w:r>
            <w:proofErr w:type="gramEnd"/>
          </w:p>
        </w:tc>
        <w:tc>
          <w:tcPr>
            <w:tcW w:w="1559" w:type="dxa"/>
            <w:vAlign w:val="center"/>
          </w:tcPr>
          <w:p w14:paraId="1C7BB690" w14:textId="29223325" w:rsidR="002A57EB" w:rsidRDefault="002A57EB" w:rsidP="000D1878">
            <w:pPr>
              <w:spacing w:after="0"/>
            </w:pPr>
            <w:r>
              <w:t>255, 255, 255</w:t>
            </w:r>
          </w:p>
        </w:tc>
        <w:tc>
          <w:tcPr>
            <w:tcW w:w="1691" w:type="dxa"/>
          </w:tcPr>
          <w:p w14:paraId="511771B3" w14:textId="286D51B3" w:rsidR="002A57EB" w:rsidRDefault="002A57EB" w:rsidP="002A57EB">
            <w:pPr>
              <w:keepNext/>
            </w:pPr>
          </w:p>
        </w:tc>
      </w:tr>
      <w:tr w:rsidR="00C05FF5" w14:paraId="4EA91794" w14:textId="77777777" w:rsidTr="00C05FF5">
        <w:tc>
          <w:tcPr>
            <w:tcW w:w="1134" w:type="dxa"/>
            <w:tcBorders>
              <w:top w:val="nil"/>
              <w:left w:val="nil"/>
              <w:right w:val="nil"/>
            </w:tcBorders>
            <w:vAlign w:val="bottom"/>
          </w:tcPr>
          <w:p w14:paraId="439E4E5E" w14:textId="3250AAB3" w:rsidR="002A57EB" w:rsidRPr="00C05FF5" w:rsidRDefault="00C05FF5" w:rsidP="00C05FF5">
            <w:pPr>
              <w:spacing w:after="0"/>
              <w:rPr>
                <w:b/>
                <w:bCs/>
              </w:rPr>
            </w:pPr>
            <w:r w:rsidRPr="00C05FF5">
              <w:rPr>
                <w:b/>
                <w:bCs/>
              </w:rPr>
              <w:t>Bild C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2B31502E" w14:textId="77777777" w:rsidR="002A57EB" w:rsidRDefault="002A57EB" w:rsidP="002A57EB"/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1DDDBAFF" w14:textId="77777777" w:rsidR="002A57EB" w:rsidRDefault="002A57EB" w:rsidP="002A57EB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0E05515" w14:textId="77777777" w:rsidR="002A57EB" w:rsidRDefault="002A57EB" w:rsidP="002A57EB"/>
        </w:tc>
        <w:tc>
          <w:tcPr>
            <w:tcW w:w="1276" w:type="dxa"/>
            <w:tcBorders>
              <w:left w:val="nil"/>
              <w:right w:val="nil"/>
            </w:tcBorders>
            <w:vAlign w:val="bottom"/>
          </w:tcPr>
          <w:p w14:paraId="5E5B8AA6" w14:textId="5DDA7264" w:rsidR="002A57EB" w:rsidRPr="00C05FF5" w:rsidRDefault="00C05FF5" w:rsidP="00C05FF5">
            <w:pPr>
              <w:spacing w:after="0"/>
              <w:rPr>
                <w:b/>
                <w:bCs/>
              </w:rPr>
            </w:pPr>
            <w:r w:rsidRPr="00C05FF5">
              <w:rPr>
                <w:b/>
                <w:bCs/>
              </w:rPr>
              <w:t>Bild D</w:t>
            </w:r>
          </w:p>
        </w:tc>
        <w:tc>
          <w:tcPr>
            <w:tcW w:w="1559" w:type="dxa"/>
            <w:tcBorders>
              <w:left w:val="nil"/>
              <w:right w:val="nil"/>
            </w:tcBorders>
          </w:tcPr>
          <w:p w14:paraId="78E2DD1D" w14:textId="77777777" w:rsidR="002A57EB" w:rsidRDefault="002A57EB" w:rsidP="002A57EB"/>
        </w:tc>
        <w:tc>
          <w:tcPr>
            <w:tcW w:w="1691" w:type="dxa"/>
            <w:tcBorders>
              <w:left w:val="nil"/>
              <w:right w:val="nil"/>
            </w:tcBorders>
          </w:tcPr>
          <w:p w14:paraId="3249A76F" w14:textId="77777777" w:rsidR="002A57EB" w:rsidRDefault="002A57EB" w:rsidP="002A57EB">
            <w:pPr>
              <w:keepNext/>
            </w:pPr>
          </w:p>
        </w:tc>
      </w:tr>
      <w:tr w:rsidR="00C05FF5" w14:paraId="25DB75DD" w14:textId="77777777" w:rsidTr="000D1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1134" w:type="dxa"/>
            <w:shd w:val="clear" w:color="auto" w:fill="4E6B9E"/>
            <w:vAlign w:val="center"/>
          </w:tcPr>
          <w:p w14:paraId="532F9996" w14:textId="5F270C33" w:rsidR="002A57EB" w:rsidRPr="002A57EB" w:rsidRDefault="002A57EB" w:rsidP="000D1878">
            <w:pPr>
              <w:spacing w:after="0"/>
              <w:rPr>
                <w:b/>
                <w:bCs/>
                <w:color w:val="FFFFFF" w:themeColor="background1"/>
              </w:rPr>
            </w:pPr>
            <w:r w:rsidRPr="002A57EB">
              <w:rPr>
                <w:b/>
                <w:bCs/>
                <w:color w:val="FFFFFF" w:themeColor="background1"/>
              </w:rPr>
              <w:t>Farbe</w:t>
            </w:r>
          </w:p>
        </w:tc>
        <w:tc>
          <w:tcPr>
            <w:tcW w:w="1559" w:type="dxa"/>
            <w:shd w:val="clear" w:color="auto" w:fill="4E6B9E"/>
            <w:vAlign w:val="center"/>
          </w:tcPr>
          <w:p w14:paraId="6423F3AB" w14:textId="780BF8DC" w:rsidR="002A57EB" w:rsidRPr="002A57EB" w:rsidRDefault="002A57EB" w:rsidP="000D1878">
            <w:pPr>
              <w:spacing w:after="0"/>
              <w:rPr>
                <w:b/>
                <w:bCs/>
                <w:color w:val="FFFFFF" w:themeColor="background1"/>
              </w:rPr>
            </w:pPr>
            <w:r w:rsidRPr="002A57EB">
              <w:rPr>
                <w:b/>
                <w:bCs/>
                <w:color w:val="FFFFFF" w:themeColor="background1"/>
              </w:rPr>
              <w:t>RGB-Wert</w:t>
            </w:r>
          </w:p>
        </w:tc>
        <w:tc>
          <w:tcPr>
            <w:tcW w:w="1276" w:type="dxa"/>
            <w:shd w:val="clear" w:color="auto" w:fill="4E6B9E"/>
            <w:vAlign w:val="center"/>
          </w:tcPr>
          <w:p w14:paraId="5247E1B4" w14:textId="7E57052E" w:rsidR="002A57EB" w:rsidRPr="002A57EB" w:rsidRDefault="002A57EB" w:rsidP="000D1878">
            <w:pPr>
              <w:spacing w:after="0"/>
              <w:rPr>
                <w:b/>
                <w:bCs/>
                <w:color w:val="FFFFFF" w:themeColor="background1"/>
              </w:rPr>
            </w:pPr>
            <w:r w:rsidRPr="002A57EB">
              <w:rPr>
                <w:b/>
                <w:bCs/>
                <w:color w:val="FFFFFF" w:themeColor="background1"/>
              </w:rPr>
              <w:t>Code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14:paraId="6D80612A" w14:textId="77777777" w:rsidR="002A57EB" w:rsidRPr="002A57EB" w:rsidRDefault="002A57EB" w:rsidP="002A57EB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1276" w:type="dxa"/>
            <w:shd w:val="clear" w:color="auto" w:fill="4E6B9E"/>
            <w:vAlign w:val="center"/>
          </w:tcPr>
          <w:p w14:paraId="2AAA9686" w14:textId="192CFA05" w:rsidR="002A57EB" w:rsidRPr="002A57EB" w:rsidRDefault="002A57EB" w:rsidP="000D1878">
            <w:pPr>
              <w:spacing w:after="0"/>
              <w:rPr>
                <w:b/>
                <w:bCs/>
                <w:color w:val="FFFFFF" w:themeColor="background1"/>
              </w:rPr>
            </w:pPr>
            <w:r w:rsidRPr="002A57EB">
              <w:rPr>
                <w:b/>
                <w:bCs/>
                <w:color w:val="FFFFFF" w:themeColor="background1"/>
              </w:rPr>
              <w:t>Farbe</w:t>
            </w:r>
          </w:p>
        </w:tc>
        <w:tc>
          <w:tcPr>
            <w:tcW w:w="1559" w:type="dxa"/>
            <w:shd w:val="clear" w:color="auto" w:fill="4E6B9E"/>
            <w:vAlign w:val="center"/>
          </w:tcPr>
          <w:p w14:paraId="6D5D6E3D" w14:textId="5DB59D83" w:rsidR="002A57EB" w:rsidRPr="002A57EB" w:rsidRDefault="002A57EB" w:rsidP="000D1878">
            <w:pPr>
              <w:spacing w:after="0"/>
              <w:rPr>
                <w:b/>
                <w:bCs/>
                <w:color w:val="FFFFFF" w:themeColor="background1"/>
              </w:rPr>
            </w:pPr>
            <w:r w:rsidRPr="002A57EB">
              <w:rPr>
                <w:b/>
                <w:bCs/>
                <w:color w:val="FFFFFF" w:themeColor="background1"/>
              </w:rPr>
              <w:t>RGB-Wert</w:t>
            </w:r>
          </w:p>
        </w:tc>
        <w:tc>
          <w:tcPr>
            <w:tcW w:w="1691" w:type="dxa"/>
            <w:tcBorders>
              <w:right w:val="single" w:sz="4" w:space="0" w:color="4472C4" w:themeColor="accent1"/>
            </w:tcBorders>
            <w:shd w:val="clear" w:color="auto" w:fill="4E6B9E"/>
            <w:vAlign w:val="center"/>
          </w:tcPr>
          <w:p w14:paraId="345B1904" w14:textId="1B6880E9" w:rsidR="002A57EB" w:rsidRPr="002A57EB" w:rsidRDefault="002A57EB" w:rsidP="000D1878">
            <w:pPr>
              <w:keepNext/>
              <w:spacing w:after="0"/>
              <w:rPr>
                <w:b/>
                <w:bCs/>
                <w:color w:val="FFFFFF" w:themeColor="background1"/>
              </w:rPr>
            </w:pPr>
            <w:r w:rsidRPr="002A57EB">
              <w:rPr>
                <w:b/>
                <w:bCs/>
                <w:color w:val="FFFFFF" w:themeColor="background1"/>
              </w:rPr>
              <w:t>Code</w:t>
            </w:r>
          </w:p>
        </w:tc>
      </w:tr>
      <w:tr w:rsidR="00C05FF5" w14:paraId="5B68031B" w14:textId="77777777" w:rsidTr="000D1878">
        <w:trPr>
          <w:trHeight w:val="454"/>
        </w:trPr>
        <w:tc>
          <w:tcPr>
            <w:tcW w:w="1134" w:type="dxa"/>
          </w:tcPr>
          <w:p w14:paraId="42122CD8" w14:textId="6B6EC040" w:rsidR="002A57EB" w:rsidRDefault="002A57EB" w:rsidP="002A57EB">
            <w:r>
              <w:t xml:space="preserve">Schwarz </w:t>
            </w:r>
          </w:p>
        </w:tc>
        <w:tc>
          <w:tcPr>
            <w:tcW w:w="1559" w:type="dxa"/>
          </w:tcPr>
          <w:p w14:paraId="4E4F343B" w14:textId="12D251E9" w:rsidR="002A57EB" w:rsidRDefault="002A57EB" w:rsidP="002A57EB">
            <w:r>
              <w:t>0, 0, 0</w:t>
            </w:r>
          </w:p>
        </w:tc>
        <w:tc>
          <w:tcPr>
            <w:tcW w:w="1276" w:type="dxa"/>
          </w:tcPr>
          <w:p w14:paraId="4F93AC80" w14:textId="77777777" w:rsidR="002A57EB" w:rsidRDefault="002A57EB" w:rsidP="002A57EB"/>
        </w:tc>
        <w:tc>
          <w:tcPr>
            <w:tcW w:w="425" w:type="dxa"/>
            <w:tcBorders>
              <w:top w:val="nil"/>
              <w:bottom w:val="nil"/>
            </w:tcBorders>
          </w:tcPr>
          <w:p w14:paraId="6AFA333C" w14:textId="77777777" w:rsidR="002A57EB" w:rsidRDefault="002A57EB" w:rsidP="002A57EB"/>
        </w:tc>
        <w:tc>
          <w:tcPr>
            <w:tcW w:w="1276" w:type="dxa"/>
            <w:vAlign w:val="center"/>
          </w:tcPr>
          <w:p w14:paraId="6F4D8802" w14:textId="711C6FCE" w:rsidR="002A57EB" w:rsidRDefault="002A57EB" w:rsidP="000D1878">
            <w:pPr>
              <w:spacing w:after="0"/>
            </w:pPr>
            <w:r>
              <w:t xml:space="preserve">Schwarz </w:t>
            </w:r>
          </w:p>
        </w:tc>
        <w:tc>
          <w:tcPr>
            <w:tcW w:w="1559" w:type="dxa"/>
            <w:vAlign w:val="center"/>
          </w:tcPr>
          <w:p w14:paraId="0C67A8F2" w14:textId="1A9D13C0" w:rsidR="002A57EB" w:rsidRDefault="002A57EB" w:rsidP="000D1878">
            <w:pPr>
              <w:spacing w:after="0"/>
            </w:pPr>
            <w:r>
              <w:t>0, 0, 0</w:t>
            </w:r>
          </w:p>
        </w:tc>
        <w:tc>
          <w:tcPr>
            <w:tcW w:w="1691" w:type="dxa"/>
          </w:tcPr>
          <w:p w14:paraId="7FC8F4E5" w14:textId="77777777" w:rsidR="002A57EB" w:rsidRDefault="002A57EB" w:rsidP="002A57EB">
            <w:pPr>
              <w:keepNext/>
            </w:pPr>
          </w:p>
        </w:tc>
      </w:tr>
      <w:tr w:rsidR="00C05FF5" w14:paraId="4B0CE854" w14:textId="77777777" w:rsidTr="000D18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tcW w:w="1134" w:type="dxa"/>
          </w:tcPr>
          <w:p w14:paraId="6C0F96ED" w14:textId="299D1876" w:rsidR="002A57EB" w:rsidRDefault="002A57EB" w:rsidP="002A57EB">
            <w:proofErr w:type="gramStart"/>
            <w:r>
              <w:t>Weiß</w:t>
            </w:r>
            <w:proofErr w:type="gramEnd"/>
          </w:p>
        </w:tc>
        <w:tc>
          <w:tcPr>
            <w:tcW w:w="1559" w:type="dxa"/>
          </w:tcPr>
          <w:p w14:paraId="2D1DEFCB" w14:textId="0AC01EEB" w:rsidR="002A57EB" w:rsidRDefault="002A57EB" w:rsidP="002A57EB">
            <w:r>
              <w:t>255, 255, 255</w:t>
            </w:r>
          </w:p>
        </w:tc>
        <w:tc>
          <w:tcPr>
            <w:tcW w:w="1276" w:type="dxa"/>
          </w:tcPr>
          <w:p w14:paraId="70851596" w14:textId="77777777" w:rsidR="002A57EB" w:rsidRDefault="002A57EB" w:rsidP="002A57EB"/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14:paraId="7716B6EB" w14:textId="77777777" w:rsidR="002A57EB" w:rsidRDefault="002A57EB" w:rsidP="002A57EB"/>
        </w:tc>
        <w:tc>
          <w:tcPr>
            <w:tcW w:w="1276" w:type="dxa"/>
            <w:vAlign w:val="center"/>
          </w:tcPr>
          <w:p w14:paraId="3C9A0956" w14:textId="1B8C7950" w:rsidR="002A57EB" w:rsidRDefault="002A57EB" w:rsidP="000D1878">
            <w:pPr>
              <w:spacing w:after="0"/>
            </w:pPr>
            <w:r>
              <w:t>Rot</w:t>
            </w:r>
          </w:p>
        </w:tc>
        <w:tc>
          <w:tcPr>
            <w:tcW w:w="1559" w:type="dxa"/>
            <w:vAlign w:val="center"/>
          </w:tcPr>
          <w:p w14:paraId="7C650D2B" w14:textId="7F65C6D6" w:rsidR="002A57EB" w:rsidRDefault="002A57EB" w:rsidP="000D1878">
            <w:pPr>
              <w:spacing w:after="0"/>
            </w:pPr>
            <w:r>
              <w:t>255, 0, 0</w:t>
            </w:r>
          </w:p>
        </w:tc>
        <w:tc>
          <w:tcPr>
            <w:tcW w:w="1691" w:type="dxa"/>
          </w:tcPr>
          <w:p w14:paraId="4BB71E29" w14:textId="1649F1B1" w:rsidR="002A57EB" w:rsidRDefault="002A57EB" w:rsidP="002A57EB">
            <w:pPr>
              <w:keepNext/>
            </w:pPr>
          </w:p>
        </w:tc>
      </w:tr>
      <w:tr w:rsidR="00C05FF5" w14:paraId="07395CBA" w14:textId="77777777" w:rsidTr="000D1878">
        <w:trPr>
          <w:trHeight w:val="454"/>
        </w:trPr>
        <w:tc>
          <w:tcPr>
            <w:tcW w:w="1134" w:type="dxa"/>
          </w:tcPr>
          <w:p w14:paraId="6E6F443C" w14:textId="77777777" w:rsidR="002A57EB" w:rsidRDefault="002A57EB" w:rsidP="002A57EB"/>
        </w:tc>
        <w:tc>
          <w:tcPr>
            <w:tcW w:w="1559" w:type="dxa"/>
          </w:tcPr>
          <w:p w14:paraId="3D99AE8E" w14:textId="77777777" w:rsidR="002A57EB" w:rsidRDefault="002A57EB" w:rsidP="002A57EB"/>
        </w:tc>
        <w:tc>
          <w:tcPr>
            <w:tcW w:w="1276" w:type="dxa"/>
          </w:tcPr>
          <w:p w14:paraId="4BCA4F7B" w14:textId="77777777" w:rsidR="002A57EB" w:rsidRDefault="002A57EB" w:rsidP="002A57EB"/>
        </w:tc>
        <w:tc>
          <w:tcPr>
            <w:tcW w:w="425" w:type="dxa"/>
            <w:tcBorders>
              <w:top w:val="nil"/>
              <w:bottom w:val="nil"/>
            </w:tcBorders>
          </w:tcPr>
          <w:p w14:paraId="32995F03" w14:textId="77777777" w:rsidR="002A57EB" w:rsidRDefault="002A57EB" w:rsidP="002A57EB"/>
        </w:tc>
        <w:tc>
          <w:tcPr>
            <w:tcW w:w="1276" w:type="dxa"/>
            <w:vAlign w:val="center"/>
          </w:tcPr>
          <w:p w14:paraId="2B580FFB" w14:textId="3D7452CD" w:rsidR="002A57EB" w:rsidRDefault="002A57EB" w:rsidP="000D1878">
            <w:pPr>
              <w:spacing w:after="0"/>
            </w:pPr>
            <w:r>
              <w:t>Gelb</w:t>
            </w:r>
          </w:p>
        </w:tc>
        <w:tc>
          <w:tcPr>
            <w:tcW w:w="1559" w:type="dxa"/>
            <w:vAlign w:val="center"/>
          </w:tcPr>
          <w:p w14:paraId="6C69D20B" w14:textId="5A2B6619" w:rsidR="002A57EB" w:rsidRDefault="002A57EB" w:rsidP="000D1878">
            <w:pPr>
              <w:spacing w:after="0"/>
            </w:pPr>
            <w:r>
              <w:t>255, 255, 0</w:t>
            </w:r>
          </w:p>
        </w:tc>
        <w:tc>
          <w:tcPr>
            <w:tcW w:w="1691" w:type="dxa"/>
          </w:tcPr>
          <w:p w14:paraId="32ABE33D" w14:textId="77777777" w:rsidR="002A57EB" w:rsidRDefault="002A57EB" w:rsidP="002A57EB">
            <w:pPr>
              <w:keepNext/>
            </w:pPr>
          </w:p>
        </w:tc>
      </w:tr>
    </w:tbl>
    <w:p w14:paraId="41778B21" w14:textId="2C486B86" w:rsidR="00E032F5" w:rsidRDefault="00C05FF5" w:rsidP="00C05FF5">
      <w:pPr>
        <w:pStyle w:val="UnterschriftINFSII"/>
        <w:spacing w:before="120"/>
      </w:pPr>
      <w:r>
        <w:t>Vorlage für Codetabellen zu Aufgabe 1b</w:t>
      </w:r>
    </w:p>
    <w:p w14:paraId="7154EA06" w14:textId="77777777" w:rsidR="000D1878" w:rsidRDefault="000D1878">
      <w:pPr>
        <w:spacing w:after="160" w:line="259" w:lineRule="auto"/>
        <w:rPr>
          <w:rFonts w:asciiTheme="majorHAnsi" w:eastAsiaTheme="majorEastAsia" w:hAnsiTheme="majorHAnsi" w:cstheme="majorBidi"/>
          <w:b/>
          <w:bCs/>
          <w:color w:val="4E6B9E"/>
          <w:sz w:val="26"/>
          <w:szCs w:val="26"/>
        </w:rPr>
      </w:pPr>
      <w:r>
        <w:rPr>
          <w:b/>
          <w:bCs/>
        </w:rPr>
        <w:br w:type="page"/>
      </w:r>
    </w:p>
    <w:p w14:paraId="5C854EA8" w14:textId="3239E00C" w:rsidR="00657951" w:rsidRPr="00D830B0" w:rsidRDefault="00F240E8" w:rsidP="00D830B0">
      <w:pPr>
        <w:pStyle w:val="berschrift2"/>
        <w:rPr>
          <w:b/>
          <w:bCs/>
        </w:rPr>
      </w:pPr>
      <w:r w:rsidRPr="00D830B0">
        <w:rPr>
          <w:b/>
          <w:bCs/>
        </w:rPr>
        <w:lastRenderedPageBreak/>
        <w:t>Lauflängencodierung</w:t>
      </w:r>
    </w:p>
    <w:p w14:paraId="30C29D94" w14:textId="45A344F8" w:rsidR="002C554D" w:rsidRDefault="00D830B0" w:rsidP="00970575">
      <w:bookmarkStart w:id="5" w:name="_Hlk207897440"/>
      <w:r>
        <w:t xml:space="preserve">Bei manchen Bildern lässt sich die </w:t>
      </w:r>
      <w:r w:rsidR="00981715">
        <w:t xml:space="preserve">Datenersparnis </w:t>
      </w:r>
      <w:r>
        <w:t xml:space="preserve">zusätzlich </w:t>
      </w:r>
      <w:r w:rsidR="00981715">
        <w:t>erhöhen</w:t>
      </w:r>
      <w:r>
        <w:t xml:space="preserve">, indem </w:t>
      </w:r>
      <w:r w:rsidR="00E3738A">
        <w:t>aufeinanderfolgende</w:t>
      </w:r>
      <w:r>
        <w:t xml:space="preserve"> gleichfarbige Pixel zusammengefasst werden. Legt man für Bild C fest, dass die Bildgröße 10 x 10 Pixel beträgt und das Bild zeilenweise codiert wird, so lässt sich das Bild wie folgt beschreiben:</w:t>
      </w:r>
      <w:r w:rsidR="002C554D">
        <w:t xml:space="preserve"> </w:t>
      </w:r>
      <w:r>
        <w:t>4 x weiß, 2 x schwarz, 7 x weiß, 4 x schwarz usw.</w:t>
      </w:r>
    </w:p>
    <w:p w14:paraId="04C3E18E" w14:textId="3DC05D4B" w:rsidR="002C554D" w:rsidRDefault="002C554D" w:rsidP="00970575">
      <w:r>
        <w:t xml:space="preserve">Eine noch kürzere Schreibweise wäre z. B.: </w:t>
      </w:r>
      <w:bookmarkStart w:id="6" w:name="_Hlk139285819"/>
      <w:r>
        <w:t>4w2s7w4s</w:t>
      </w:r>
      <w:bookmarkEnd w:id="6"/>
      <w:r>
        <w:t>…</w:t>
      </w:r>
    </w:p>
    <w:p w14:paraId="650B456B" w14:textId="415C15FA" w:rsidR="00D830B0" w:rsidRDefault="00D830B0" w:rsidP="00970575">
      <w:r>
        <w:t>Eine solche Codierung, in der die Anzahl aufeinanderfolgender gleicher Werte angegeben wird, anstatt den Wert entsprechend oft zu wiederholen, bezeichnet man als Lauflängencodierung.</w:t>
      </w:r>
    </w:p>
    <w:p w14:paraId="30715EF3" w14:textId="751A94D9" w:rsidR="00D830B0" w:rsidRPr="00D06107" w:rsidRDefault="00D830B0" w:rsidP="00981715">
      <w:pPr>
        <w:spacing w:after="0"/>
        <w:rPr>
          <w:b/>
          <w:bCs/>
        </w:rPr>
      </w:pPr>
      <w:r w:rsidRPr="00D06107">
        <w:rPr>
          <w:b/>
          <w:bCs/>
        </w:rPr>
        <w:t xml:space="preserve">Aufgabe 2: </w:t>
      </w:r>
    </w:p>
    <w:p w14:paraId="17CD50D4" w14:textId="1708B99D" w:rsidR="00D830B0" w:rsidRDefault="00D830B0" w:rsidP="00E3738A">
      <w:pPr>
        <w:pStyle w:val="Listenabsatz"/>
        <w:numPr>
          <w:ilvl w:val="0"/>
          <w:numId w:val="35"/>
        </w:numPr>
      </w:pPr>
      <w:r>
        <w:t>Setzen Sie die Lauflängencodierung für das Bild C fort.</w:t>
      </w:r>
    </w:p>
    <w:bookmarkEnd w:id="5"/>
    <w:p w14:paraId="44C56DDD" w14:textId="187B9DDB" w:rsidR="009B027A" w:rsidRDefault="009B027A" w:rsidP="00E3738A">
      <w:pPr>
        <w:pStyle w:val="Listenabsatz"/>
        <w:numPr>
          <w:ilvl w:val="0"/>
          <w:numId w:val="35"/>
        </w:numPr>
      </w:pPr>
      <w:r>
        <w:t xml:space="preserve">Geben </w:t>
      </w:r>
      <w:bookmarkStart w:id="7" w:name="_Hlk207897472"/>
      <w:r>
        <w:t>Sie eine Lauflängencodierung für die Bilder B und D an.</w:t>
      </w:r>
      <w:bookmarkEnd w:id="7"/>
    </w:p>
    <w:p w14:paraId="4C201DC8" w14:textId="7015B9C6" w:rsidR="009B027A" w:rsidRDefault="009B027A" w:rsidP="00BA76FC">
      <w:pPr>
        <w:spacing w:after="0"/>
      </w:pPr>
      <w:r w:rsidRPr="00672BBC">
        <w:rPr>
          <w:b/>
          <w:bCs/>
        </w:rPr>
        <w:t>Aufgabe 3:</w:t>
      </w:r>
      <w:r>
        <w:t xml:space="preserve"> Die Lauflängencodierung aus Aufgabe 2a) für Bild C soll nun binär dargestellt werden.</w:t>
      </w:r>
    </w:p>
    <w:p w14:paraId="615EB1B8" w14:textId="68ADB554" w:rsidR="00D830B0" w:rsidRDefault="00D830B0" w:rsidP="00672BBC">
      <w:pPr>
        <w:pStyle w:val="Listenabsatz"/>
        <w:numPr>
          <w:ilvl w:val="0"/>
          <w:numId w:val="36"/>
        </w:numPr>
      </w:pPr>
      <w:r>
        <w:t xml:space="preserve">Begründen Sie, dass </w:t>
      </w:r>
      <w:r w:rsidR="00D06107">
        <w:t xml:space="preserve">in Bild C </w:t>
      </w:r>
      <w:r w:rsidR="001F58DB">
        <w:t>fünf</w:t>
      </w:r>
      <w:r w:rsidR="00D06107">
        <w:t xml:space="preserve"> Bit ausreichen, um jeweils die Anzahl der gleichfarbigen Pixel zu codieren. </w:t>
      </w:r>
      <w:bookmarkStart w:id="8" w:name="_Hlk207897524"/>
      <w:r w:rsidR="009B027A">
        <w:t>Wie viel Bit werden allgemein für ein Bild mit 100 Pixeln benötigt, um die Anzahlen zu codieren?</w:t>
      </w:r>
      <w:bookmarkEnd w:id="8"/>
    </w:p>
    <w:p w14:paraId="3BFF16CD" w14:textId="074561E3" w:rsidR="00EA4A6F" w:rsidRDefault="00EA4A6F" w:rsidP="00672BBC">
      <w:pPr>
        <w:pStyle w:val="Listenabsatz"/>
        <w:numPr>
          <w:ilvl w:val="0"/>
          <w:numId w:val="36"/>
        </w:numPr>
      </w:pPr>
      <w:bookmarkStart w:id="9" w:name="_Hlk207962286"/>
      <w:r>
        <w:t>Wie könnten 20 gleichfarbige aufeinanderfolgende Pixel codiert werden, wenn nur vier Bit für die Codierung der Anzahl zur Verfügung stehen?</w:t>
      </w:r>
    </w:p>
    <w:p w14:paraId="33B40AE5" w14:textId="1B842B83" w:rsidR="00741242" w:rsidRDefault="00741242" w:rsidP="00672BBC">
      <w:pPr>
        <w:pStyle w:val="Listenabsatz"/>
        <w:numPr>
          <w:ilvl w:val="0"/>
          <w:numId w:val="36"/>
        </w:numPr>
      </w:pPr>
      <w:bookmarkStart w:id="10" w:name="_Hlk121231654"/>
      <w:bookmarkEnd w:id="9"/>
      <w:r>
        <w:t>Die Lauflängencodierung für Bild C beginnt mit 4 x weiß, 2 x schwarz, 7 x weiß, 4 x schwarz. Geben Sie die entsprechende binäre Darstellung an, wenn die Farbe Schwarz mit 0 und die Farbe Weiß mit 1 codiert werden</w:t>
      </w:r>
      <w:r w:rsidR="001F58DB">
        <w:t>.</w:t>
      </w:r>
    </w:p>
    <w:p w14:paraId="38860E24" w14:textId="79182631" w:rsidR="00C1585B" w:rsidRDefault="00C1585B" w:rsidP="00672BBC">
      <w:pPr>
        <w:pStyle w:val="Listenabsatz"/>
        <w:numPr>
          <w:ilvl w:val="0"/>
          <w:numId w:val="36"/>
        </w:numPr>
      </w:pPr>
      <w:bookmarkStart w:id="11" w:name="_Hlk121231835"/>
      <w:r>
        <w:t>Untersuchen Sie, ob bei einem einzelnen Pixel einer Farbe die 1 als Anzahl angegeben werden muss.</w:t>
      </w:r>
    </w:p>
    <w:p w14:paraId="523B0F87" w14:textId="3180A356" w:rsidR="00D06107" w:rsidRDefault="00D06107" w:rsidP="00672BBC">
      <w:pPr>
        <w:pStyle w:val="Listenabsatz"/>
        <w:numPr>
          <w:ilvl w:val="0"/>
          <w:numId w:val="36"/>
        </w:numPr>
      </w:pPr>
      <w:bookmarkStart w:id="12" w:name="_Hlk121232124"/>
      <w:bookmarkEnd w:id="10"/>
      <w:bookmarkEnd w:id="11"/>
      <w:r>
        <w:t xml:space="preserve">Berechnen Sie, wie viele Bits </w:t>
      </w:r>
      <w:r w:rsidR="00672BBC">
        <w:t>für die binäre Darstellung der Lauflängencodierung von B</w:t>
      </w:r>
      <w:r>
        <w:t xml:space="preserve">ild C </w:t>
      </w:r>
      <w:r w:rsidR="00672BBC">
        <w:t>benötigt werden</w:t>
      </w:r>
      <w:r>
        <w:t>.</w:t>
      </w:r>
      <w:r w:rsidR="000379F2">
        <w:t xml:space="preserve"> </w:t>
      </w:r>
    </w:p>
    <w:bookmarkEnd w:id="12"/>
    <w:p w14:paraId="4EEBCE31" w14:textId="1254AB32" w:rsidR="00D06107" w:rsidRDefault="00D06107" w:rsidP="00672BBC">
      <w:pPr>
        <w:pStyle w:val="Listenabsatz"/>
        <w:numPr>
          <w:ilvl w:val="0"/>
          <w:numId w:val="36"/>
        </w:numPr>
      </w:pPr>
      <w:r>
        <w:t>Begründen Sie: Wenn bei einem Schwarz-Weiß-Bild festgelegt wird, dass immer mit der Anzahl schwarzer Pixel begonnen wird (das sind ggf. 0), kann auf die Codierung der Farbe verzichtet werden.</w:t>
      </w:r>
    </w:p>
    <w:p w14:paraId="03DA6B40" w14:textId="61A92C29" w:rsidR="00D06107" w:rsidRDefault="00D06107" w:rsidP="00672BBC">
      <w:pPr>
        <w:pStyle w:val="Listenabsatz"/>
        <w:numPr>
          <w:ilvl w:val="0"/>
          <w:numId w:val="36"/>
        </w:numPr>
      </w:pPr>
      <w:r>
        <w:t xml:space="preserve">Berechnen Sie, wie viele Bits nach dem Verfahren in </w:t>
      </w:r>
      <w:r w:rsidR="00C1585B">
        <w:t>e</w:t>
      </w:r>
      <w:r>
        <w:t>) für die Lauflängencodierung des Bildes C benötigt werden.</w:t>
      </w:r>
    </w:p>
    <w:p w14:paraId="5F4D29D4" w14:textId="5DA652BA" w:rsidR="00D06107" w:rsidRDefault="00741CDC" w:rsidP="00DC6BCC">
      <w:pPr>
        <w:pStyle w:val="Listenabsatz"/>
        <w:numPr>
          <w:ilvl w:val="0"/>
          <w:numId w:val="36"/>
        </w:numPr>
      </w:pPr>
      <w:bookmarkStart w:id="13" w:name="_Hlk207897563"/>
      <w:r>
        <w:t>Berechnen</w:t>
      </w:r>
      <w:r w:rsidR="00D06107">
        <w:t xml:space="preserve"> Sie die </w:t>
      </w:r>
      <w:r>
        <w:t xml:space="preserve">prozentuale Datenersparnis für die </w:t>
      </w:r>
      <w:r w:rsidR="00D06107">
        <w:t xml:space="preserve">Lauflängencodierung </w:t>
      </w:r>
      <w:r>
        <w:t xml:space="preserve">des Bildes C aus </w:t>
      </w:r>
      <w:r w:rsidR="00FE2CFA">
        <w:t>e</w:t>
      </w:r>
      <w:r>
        <w:t xml:space="preserve">) </w:t>
      </w:r>
      <w:r w:rsidR="00FE2CFA">
        <w:t>bzw. f)</w:t>
      </w:r>
      <w:r w:rsidR="00DC6BCC" w:rsidRPr="00DC6BCC">
        <w:t xml:space="preserve"> </w:t>
      </w:r>
      <w:r w:rsidR="00DC6BCC">
        <w:t>im Vergleich zu einer pixelweisen Codierung gemäß RGB-Modell mit 24 Bit.</w:t>
      </w:r>
      <w:r w:rsidR="00DC6BCC">
        <w:br/>
      </w:r>
      <w:bookmarkStart w:id="14" w:name="_Hlk207963517"/>
      <w:r>
        <w:t>Vergleich</w:t>
      </w:r>
      <w:r w:rsidR="00DC6BCC">
        <w:t xml:space="preserve">en Sie die Lauflängencodierung des Bildes C auch mit </w:t>
      </w:r>
      <w:r>
        <w:t xml:space="preserve">einer pixelweisen Codierung mit </w:t>
      </w:r>
      <w:r w:rsidR="00DC6BCC">
        <w:t>Ihrer</w:t>
      </w:r>
      <w:r>
        <w:t xml:space="preserve"> Farbtabelle aus </w:t>
      </w:r>
      <w:r w:rsidR="00D06107">
        <w:t>Aufgabe 1</w:t>
      </w:r>
      <w:r>
        <w:t>.</w:t>
      </w:r>
      <w:bookmarkEnd w:id="14"/>
    </w:p>
    <w:p w14:paraId="1988093A" w14:textId="15532FCC" w:rsidR="001C3594" w:rsidRDefault="001C3594" w:rsidP="00672BBC">
      <w:pPr>
        <w:pStyle w:val="Listenabsatz"/>
        <w:numPr>
          <w:ilvl w:val="0"/>
          <w:numId w:val="36"/>
        </w:numPr>
      </w:pPr>
      <w:bookmarkStart w:id="15" w:name="_Hlk121227013"/>
      <w:bookmarkEnd w:id="13"/>
      <w:r>
        <w:t>Konstruieren Sie ein Schwarz-Weiß-Bild mit 10 x 10 Pixeln, bei dem eine Lauflängencodierung zu einer besseren Kompressionsrate führt als die reine Reduktion der Farb</w:t>
      </w:r>
      <w:r w:rsidR="00741CDC">
        <w:t xml:space="preserve">codierung je Pixel </w:t>
      </w:r>
      <w:r>
        <w:t>auf ein 1-Bit.</w:t>
      </w:r>
    </w:p>
    <w:p w14:paraId="35550ACA" w14:textId="41C61C54" w:rsidR="0014087A" w:rsidRDefault="00D06107" w:rsidP="00072FE0">
      <w:bookmarkStart w:id="16" w:name="_Hlk207963948"/>
      <w:bookmarkEnd w:id="15"/>
      <w:r w:rsidRPr="00D06107">
        <w:rPr>
          <w:b/>
          <w:bCs/>
        </w:rPr>
        <w:t xml:space="preserve">Aufgabe </w:t>
      </w:r>
      <w:r w:rsidR="004911D3">
        <w:rPr>
          <w:b/>
          <w:bCs/>
        </w:rPr>
        <w:t>4</w:t>
      </w:r>
      <w:r w:rsidRPr="00D06107">
        <w:rPr>
          <w:b/>
          <w:bCs/>
        </w:rPr>
        <w:t xml:space="preserve">: </w:t>
      </w:r>
      <w:r w:rsidR="004911D3">
        <w:t>Untersuchen</w:t>
      </w:r>
      <w:r w:rsidR="00072FE0">
        <w:t xml:space="preserve"> Sie, für welche der Bilder A, B und D eine Lauflängencodierung sinnvoll erscheint. </w:t>
      </w:r>
      <w:r w:rsidR="004911D3">
        <w:t>B</w:t>
      </w:r>
      <w:r w:rsidR="00072FE0">
        <w:t>erechnen Sie</w:t>
      </w:r>
      <w:r w:rsidR="004911D3">
        <w:t xml:space="preserve"> ggf.</w:t>
      </w:r>
      <w:r w:rsidR="00072FE0">
        <w:t>, wie viele Bits benötigt werden</w:t>
      </w:r>
      <w:r w:rsidR="004911D3">
        <w:t xml:space="preserve"> und b</w:t>
      </w:r>
      <w:r w:rsidR="00072FE0">
        <w:t xml:space="preserve">estimmen Sie die </w:t>
      </w:r>
      <w:r w:rsidR="00741CDC">
        <w:t xml:space="preserve">prozentuale Datenersparnis </w:t>
      </w:r>
      <w:r w:rsidR="00072FE0">
        <w:t xml:space="preserve">bezogen auf die Codierung mit </w:t>
      </w:r>
      <w:r w:rsidR="00741CDC">
        <w:t xml:space="preserve">Ihrer </w:t>
      </w:r>
      <w:r w:rsidR="00072FE0">
        <w:t>Farb</w:t>
      </w:r>
      <w:r w:rsidR="00741CDC">
        <w:t>tabelle</w:t>
      </w:r>
      <w:r w:rsidR="00072FE0">
        <w:t xml:space="preserve"> aus Aufgabe 1.</w:t>
      </w:r>
      <w:bookmarkEnd w:id="16"/>
    </w:p>
    <w:p w14:paraId="2499687F" w14:textId="423E0366" w:rsidR="008B0E77" w:rsidRDefault="002F3929" w:rsidP="000D1878">
      <w:pPr>
        <w:rPr>
          <w:rFonts w:asciiTheme="majorHAnsi" w:eastAsiaTheme="majorEastAsia" w:hAnsiTheme="majorHAnsi" w:cstheme="majorBidi"/>
          <w:b/>
          <w:bCs/>
          <w:color w:val="4E6B9E"/>
          <w:sz w:val="26"/>
          <w:szCs w:val="26"/>
        </w:rPr>
      </w:pPr>
      <w:r w:rsidRPr="0014087A">
        <w:rPr>
          <w:b/>
          <w:bCs/>
        </w:rPr>
        <w:t xml:space="preserve">Aufgabe </w:t>
      </w:r>
      <w:r>
        <w:rPr>
          <w:b/>
          <w:bCs/>
        </w:rPr>
        <w:t>5</w:t>
      </w:r>
      <w:r w:rsidRPr="0014087A">
        <w:rPr>
          <w:b/>
          <w:bCs/>
        </w:rPr>
        <w:t>:</w:t>
      </w:r>
      <w:r>
        <w:t xml:space="preserve"> Erläutern Sie allgemein, wie ein Bild aufgebaut sein muss, damit eine Lauflängencodierung eine hohe Kompression erzielt.</w:t>
      </w:r>
      <w:r w:rsidR="008B0E77">
        <w:rPr>
          <w:b/>
          <w:bCs/>
        </w:rPr>
        <w:br w:type="page"/>
      </w:r>
    </w:p>
    <w:p w14:paraId="490B04D5" w14:textId="5CEA53B0" w:rsidR="00D06107" w:rsidRPr="00947C2A" w:rsidRDefault="001A1B33" w:rsidP="00947C2A">
      <w:pPr>
        <w:pStyle w:val="berschrift2"/>
        <w:rPr>
          <w:b/>
          <w:bCs/>
        </w:rPr>
      </w:pPr>
      <w:r w:rsidRPr="00947C2A">
        <w:rPr>
          <w:b/>
          <w:bCs/>
        </w:rPr>
        <w:lastRenderedPageBreak/>
        <w:t>Huffman</w:t>
      </w:r>
      <w:r w:rsidR="0014087A" w:rsidRPr="00947C2A">
        <w:rPr>
          <w:b/>
          <w:bCs/>
        </w:rPr>
        <w:t>-Codierung</w:t>
      </w:r>
    </w:p>
    <w:p w14:paraId="1D4EB521" w14:textId="33C1EF57" w:rsidR="00DB131E" w:rsidRDefault="0014087A" w:rsidP="00970575">
      <w:r>
        <w:t>Für Bild B w</w:t>
      </w:r>
      <w:r w:rsidR="00A32059">
        <w:t>e</w:t>
      </w:r>
      <w:r>
        <w:t>rd</w:t>
      </w:r>
      <w:r w:rsidR="00A32059">
        <w:t>en</w:t>
      </w:r>
      <w:r>
        <w:t xml:space="preserve"> </w:t>
      </w:r>
      <w:r w:rsidR="00A32059">
        <w:t xml:space="preserve">mindestens </w:t>
      </w:r>
      <w:r>
        <w:t>3 Bit benötigt, um alle Farben codieren zu können. Da einige Farben deutlich häufiger verwendet werden als andere, kann hier eine zusätzliche Kompression dadurch erfolgen, dass häufige Farben kürzere Code</w:t>
      </w:r>
      <w:r w:rsidR="000B2604">
        <w:t>wörter</w:t>
      </w:r>
      <w:r>
        <w:t xml:space="preserve"> erhalten als seltene Farben. Da die Code</w:t>
      </w:r>
      <w:r w:rsidR="000B2604">
        <w:t>wörter</w:t>
      </w:r>
      <w:r>
        <w:t xml:space="preserve"> der einzelnen Farben dann keine feste Länge mehr haben, muss </w:t>
      </w:r>
      <w:r w:rsidR="00F807EC">
        <w:t xml:space="preserve">darauf geachtet werden, dass die Codierung eines Bildes trotzdem eindeutig decodiert werden kann. Das erreicht man z. B., indem man einen Code konstruiert, der </w:t>
      </w:r>
      <w:r w:rsidRPr="0014087A">
        <w:rPr>
          <w:b/>
          <w:bCs/>
          <w:color w:val="4E6B9E"/>
        </w:rPr>
        <w:t>präfixfrei</w:t>
      </w:r>
      <w:r w:rsidRPr="0014087A">
        <w:rPr>
          <w:color w:val="4E6B9E"/>
        </w:rPr>
        <w:t xml:space="preserve"> </w:t>
      </w:r>
      <w:r w:rsidR="00F807EC" w:rsidRPr="00F807EC">
        <w:t>ist.</w:t>
      </w:r>
      <w:r w:rsidR="00F807EC">
        <w:t xml:space="preserve"> P</w:t>
      </w:r>
      <w:r>
        <w:t xml:space="preserve">räfixfrei bedeutet, dass kein Codewort der Anfang eines anderen Codeworts ist. </w:t>
      </w:r>
    </w:p>
    <w:p w14:paraId="5D04AD67" w14:textId="3FC5A893" w:rsidR="00DB131E" w:rsidRDefault="00DB131E" w:rsidP="00A32059">
      <w:pPr>
        <w:spacing w:after="0"/>
      </w:pPr>
      <w:bookmarkStart w:id="17" w:name="_Hlk139287272"/>
      <w:r w:rsidRPr="00060A41">
        <w:rPr>
          <w:b/>
          <w:bCs/>
        </w:rPr>
        <w:t>Aufgabe</w:t>
      </w:r>
      <w:r w:rsidR="00060A41" w:rsidRPr="00060A41">
        <w:rPr>
          <w:b/>
          <w:bCs/>
        </w:rPr>
        <w:t xml:space="preserve"> 6</w:t>
      </w:r>
      <w:r w:rsidRPr="00060A41">
        <w:rPr>
          <w:b/>
          <w:bCs/>
        </w:rPr>
        <w:t>:</w:t>
      </w:r>
      <w:r>
        <w:t xml:space="preserve"> Tabelle 1 zeigt </w:t>
      </w:r>
      <w:r w:rsidR="00060A41">
        <w:t xml:space="preserve">vier verschiedene Codes für fünf Farbtöne. </w:t>
      </w:r>
    </w:p>
    <w:p w14:paraId="46821626" w14:textId="5D856172" w:rsidR="00060A41" w:rsidRDefault="00060A41" w:rsidP="00A32059">
      <w:pPr>
        <w:pStyle w:val="Listenabsatz"/>
        <w:numPr>
          <w:ilvl w:val="0"/>
          <w:numId w:val="37"/>
        </w:numPr>
      </w:pPr>
      <w:bookmarkStart w:id="18" w:name="_Hlk139287418"/>
      <w:r>
        <w:t>Untersuchen Sie für jeden Code, ob er präfixfrei ist und ob sich eine Codierung mit diesem Code jeweils eindeutig decodieren lässt.</w:t>
      </w:r>
    </w:p>
    <w:p w14:paraId="3BB326ED" w14:textId="122CF253" w:rsidR="00A32059" w:rsidRDefault="00A32059" w:rsidP="00A32059">
      <w:pPr>
        <w:pStyle w:val="Listenabsatz"/>
        <w:numPr>
          <w:ilvl w:val="0"/>
          <w:numId w:val="37"/>
        </w:numPr>
      </w:pPr>
      <w:r>
        <w:t>Begründen Sie, dass eine Codierung, die mit einem präfixfreien Code erzeugt wurde, immer eindeutig decodierbar ist.</w:t>
      </w:r>
    </w:p>
    <w:tbl>
      <w:tblPr>
        <w:tblStyle w:val="Gitternetztabelle4Akzent1"/>
        <w:tblW w:w="0" w:type="auto"/>
        <w:tblLook w:val="0420" w:firstRow="1" w:lastRow="0" w:firstColumn="0" w:lastColumn="0" w:noHBand="0" w:noVBand="1"/>
      </w:tblPr>
      <w:tblGrid>
        <w:gridCol w:w="1818"/>
        <w:gridCol w:w="1813"/>
        <w:gridCol w:w="1813"/>
        <w:gridCol w:w="1815"/>
        <w:gridCol w:w="1803"/>
      </w:tblGrid>
      <w:tr w:rsidR="00060A41" w14:paraId="4A4A3430" w14:textId="0920B00B" w:rsidTr="00060A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18" w:type="dxa"/>
            <w:shd w:val="clear" w:color="auto" w:fill="4E6B9E"/>
          </w:tcPr>
          <w:bookmarkEnd w:id="18"/>
          <w:p w14:paraId="0E7C1BFB" w14:textId="77777777" w:rsidR="00060A41" w:rsidRDefault="00060A41" w:rsidP="001E7E4D">
            <w:r>
              <w:t>Farbe</w:t>
            </w:r>
          </w:p>
        </w:tc>
        <w:tc>
          <w:tcPr>
            <w:tcW w:w="1813" w:type="dxa"/>
            <w:shd w:val="clear" w:color="auto" w:fill="4E6B9E"/>
          </w:tcPr>
          <w:p w14:paraId="32B35070" w14:textId="279C0B35" w:rsidR="00060A41" w:rsidRDefault="00060A41" w:rsidP="001E7E4D">
            <w:r>
              <w:t>Code 1</w:t>
            </w:r>
          </w:p>
        </w:tc>
        <w:tc>
          <w:tcPr>
            <w:tcW w:w="1813" w:type="dxa"/>
            <w:shd w:val="clear" w:color="auto" w:fill="4E6B9E"/>
          </w:tcPr>
          <w:p w14:paraId="4F70B040" w14:textId="3A1FB781" w:rsidR="00060A41" w:rsidRDefault="00060A41" w:rsidP="001E7E4D">
            <w:r>
              <w:t>Code 2</w:t>
            </w:r>
          </w:p>
        </w:tc>
        <w:tc>
          <w:tcPr>
            <w:tcW w:w="1815" w:type="dxa"/>
            <w:shd w:val="clear" w:color="auto" w:fill="4E6B9E"/>
          </w:tcPr>
          <w:p w14:paraId="34455BDB" w14:textId="68C48138" w:rsidR="00060A41" w:rsidRDefault="00060A41" w:rsidP="001E7E4D">
            <w:r>
              <w:t>Code 3</w:t>
            </w:r>
          </w:p>
        </w:tc>
        <w:tc>
          <w:tcPr>
            <w:tcW w:w="1803" w:type="dxa"/>
            <w:shd w:val="clear" w:color="auto" w:fill="4E6B9E"/>
          </w:tcPr>
          <w:p w14:paraId="460E57B5" w14:textId="092843FA" w:rsidR="00060A41" w:rsidRDefault="00060A41" w:rsidP="001E7E4D">
            <w:r>
              <w:t>Code 4</w:t>
            </w:r>
          </w:p>
        </w:tc>
      </w:tr>
      <w:tr w:rsidR="00060A41" w14:paraId="56DB839B" w14:textId="2F47A00F" w:rsidTr="00060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8" w:type="dxa"/>
          </w:tcPr>
          <w:p w14:paraId="1BC104A2" w14:textId="77777777" w:rsidR="00060A41" w:rsidRDefault="00060A41" w:rsidP="001E7E4D">
            <w:proofErr w:type="gramStart"/>
            <w:r>
              <w:t>Weiß</w:t>
            </w:r>
            <w:proofErr w:type="gramEnd"/>
          </w:p>
        </w:tc>
        <w:tc>
          <w:tcPr>
            <w:tcW w:w="1813" w:type="dxa"/>
          </w:tcPr>
          <w:p w14:paraId="37D6E43D" w14:textId="2866B2CB" w:rsidR="00060A41" w:rsidRDefault="00060A41" w:rsidP="001E7E4D">
            <w:r>
              <w:t>0</w:t>
            </w:r>
          </w:p>
        </w:tc>
        <w:tc>
          <w:tcPr>
            <w:tcW w:w="1813" w:type="dxa"/>
          </w:tcPr>
          <w:p w14:paraId="277BCBA2" w14:textId="6DCFA5F4" w:rsidR="00060A41" w:rsidRDefault="00060A41" w:rsidP="001E7E4D">
            <w:r>
              <w:t>0</w:t>
            </w:r>
          </w:p>
        </w:tc>
        <w:tc>
          <w:tcPr>
            <w:tcW w:w="1815" w:type="dxa"/>
          </w:tcPr>
          <w:p w14:paraId="6609291A" w14:textId="651BDC25" w:rsidR="00060A41" w:rsidRDefault="00060A41" w:rsidP="001E7E4D">
            <w:r>
              <w:t>01</w:t>
            </w:r>
          </w:p>
        </w:tc>
        <w:tc>
          <w:tcPr>
            <w:tcW w:w="1803" w:type="dxa"/>
          </w:tcPr>
          <w:p w14:paraId="69D4291A" w14:textId="26C581FA" w:rsidR="00060A41" w:rsidRDefault="00060A41" w:rsidP="001E7E4D">
            <w:r>
              <w:t>1</w:t>
            </w:r>
            <w:r w:rsidR="0068692B">
              <w:t>0</w:t>
            </w:r>
          </w:p>
        </w:tc>
      </w:tr>
      <w:tr w:rsidR="00060A41" w14:paraId="535BA9C6" w14:textId="0B39B97E" w:rsidTr="00060A41">
        <w:tc>
          <w:tcPr>
            <w:tcW w:w="1818" w:type="dxa"/>
          </w:tcPr>
          <w:p w14:paraId="3E54B976" w14:textId="77777777" w:rsidR="00060A41" w:rsidRDefault="00060A41" w:rsidP="001E7E4D">
            <w:r>
              <w:t>Rot</w:t>
            </w:r>
          </w:p>
        </w:tc>
        <w:tc>
          <w:tcPr>
            <w:tcW w:w="1813" w:type="dxa"/>
          </w:tcPr>
          <w:p w14:paraId="4EA5E8DD" w14:textId="06E5D49D" w:rsidR="00060A41" w:rsidRDefault="00060A41" w:rsidP="001E7E4D">
            <w:r>
              <w:t>1</w:t>
            </w:r>
          </w:p>
        </w:tc>
        <w:tc>
          <w:tcPr>
            <w:tcW w:w="1813" w:type="dxa"/>
          </w:tcPr>
          <w:p w14:paraId="534A686C" w14:textId="6B769F4F" w:rsidR="00060A41" w:rsidRDefault="00060A41" w:rsidP="001E7E4D">
            <w:r>
              <w:t>10</w:t>
            </w:r>
          </w:p>
        </w:tc>
        <w:tc>
          <w:tcPr>
            <w:tcW w:w="1815" w:type="dxa"/>
          </w:tcPr>
          <w:p w14:paraId="69A05544" w14:textId="47B63ECC" w:rsidR="00060A41" w:rsidRDefault="00060A41" w:rsidP="001E7E4D">
            <w:r>
              <w:t>10</w:t>
            </w:r>
          </w:p>
        </w:tc>
        <w:tc>
          <w:tcPr>
            <w:tcW w:w="1803" w:type="dxa"/>
          </w:tcPr>
          <w:p w14:paraId="408DD198" w14:textId="62D10956" w:rsidR="00060A41" w:rsidRDefault="00060A41" w:rsidP="001E7E4D">
            <w:r>
              <w:t>1</w:t>
            </w:r>
            <w:r w:rsidR="0068692B">
              <w:t>00</w:t>
            </w:r>
          </w:p>
        </w:tc>
      </w:tr>
      <w:tr w:rsidR="00060A41" w14:paraId="01CC1A13" w14:textId="1BAE7E40" w:rsidTr="00060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8" w:type="dxa"/>
          </w:tcPr>
          <w:p w14:paraId="7E8CFCD3" w14:textId="77777777" w:rsidR="00060A41" w:rsidRDefault="00060A41" w:rsidP="001E7E4D">
            <w:r>
              <w:t>Gelb</w:t>
            </w:r>
          </w:p>
        </w:tc>
        <w:tc>
          <w:tcPr>
            <w:tcW w:w="1813" w:type="dxa"/>
          </w:tcPr>
          <w:p w14:paraId="21CF60EC" w14:textId="1E247F03" w:rsidR="00060A41" w:rsidRDefault="00060A41" w:rsidP="001E7E4D">
            <w:r>
              <w:t>00</w:t>
            </w:r>
          </w:p>
        </w:tc>
        <w:tc>
          <w:tcPr>
            <w:tcW w:w="1813" w:type="dxa"/>
          </w:tcPr>
          <w:p w14:paraId="31114CF8" w14:textId="1AA50C93" w:rsidR="00060A41" w:rsidRDefault="00060A41" w:rsidP="001E7E4D">
            <w:r>
              <w:t>110</w:t>
            </w:r>
          </w:p>
        </w:tc>
        <w:tc>
          <w:tcPr>
            <w:tcW w:w="1815" w:type="dxa"/>
          </w:tcPr>
          <w:p w14:paraId="1CBBBED1" w14:textId="1EEB774C" w:rsidR="00060A41" w:rsidRDefault="00060A41" w:rsidP="001E7E4D">
            <w:r>
              <w:t>001</w:t>
            </w:r>
          </w:p>
        </w:tc>
        <w:tc>
          <w:tcPr>
            <w:tcW w:w="1803" w:type="dxa"/>
          </w:tcPr>
          <w:p w14:paraId="102E2269" w14:textId="188E4C01" w:rsidR="00060A41" w:rsidRDefault="0068692B" w:rsidP="001E7E4D">
            <w:r>
              <w:t>1</w:t>
            </w:r>
            <w:r w:rsidR="00060A41">
              <w:t>000</w:t>
            </w:r>
          </w:p>
        </w:tc>
      </w:tr>
      <w:tr w:rsidR="00060A41" w14:paraId="3D911A30" w14:textId="54EAE2B8" w:rsidTr="00060A41">
        <w:tc>
          <w:tcPr>
            <w:tcW w:w="1818" w:type="dxa"/>
          </w:tcPr>
          <w:p w14:paraId="0E110247" w14:textId="77777777" w:rsidR="00060A41" w:rsidRDefault="00060A41" w:rsidP="001E7E4D">
            <w:r>
              <w:t>Grün</w:t>
            </w:r>
          </w:p>
        </w:tc>
        <w:tc>
          <w:tcPr>
            <w:tcW w:w="1813" w:type="dxa"/>
          </w:tcPr>
          <w:p w14:paraId="63BDB68C" w14:textId="41036552" w:rsidR="00060A41" w:rsidRDefault="00060A41" w:rsidP="001E7E4D">
            <w:r>
              <w:t>01</w:t>
            </w:r>
          </w:p>
        </w:tc>
        <w:tc>
          <w:tcPr>
            <w:tcW w:w="1813" w:type="dxa"/>
          </w:tcPr>
          <w:p w14:paraId="6986D999" w14:textId="1C6FD11C" w:rsidR="00060A41" w:rsidRDefault="00060A41" w:rsidP="001E7E4D">
            <w:r>
              <w:t>101</w:t>
            </w:r>
          </w:p>
        </w:tc>
        <w:tc>
          <w:tcPr>
            <w:tcW w:w="1815" w:type="dxa"/>
          </w:tcPr>
          <w:p w14:paraId="72B0DB9E" w14:textId="1325DB3B" w:rsidR="00060A41" w:rsidRDefault="00060A41" w:rsidP="001E7E4D">
            <w:r>
              <w:t>110</w:t>
            </w:r>
          </w:p>
        </w:tc>
        <w:tc>
          <w:tcPr>
            <w:tcW w:w="1803" w:type="dxa"/>
          </w:tcPr>
          <w:p w14:paraId="52089F1C" w14:textId="629E36DC" w:rsidR="00060A41" w:rsidRDefault="0068692B" w:rsidP="001E7E4D">
            <w:r>
              <w:t>1</w:t>
            </w:r>
            <w:r w:rsidR="00060A41">
              <w:t>0000</w:t>
            </w:r>
          </w:p>
        </w:tc>
      </w:tr>
      <w:tr w:rsidR="00060A41" w14:paraId="4823BE56" w14:textId="2FCCCF16" w:rsidTr="00060A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18" w:type="dxa"/>
          </w:tcPr>
          <w:p w14:paraId="02A67D5B" w14:textId="047065D6" w:rsidR="00060A41" w:rsidRDefault="003D2E18" w:rsidP="001E7E4D">
            <w:r>
              <w:t>B</w:t>
            </w:r>
            <w:r w:rsidR="00060A41">
              <w:t>lau</w:t>
            </w:r>
          </w:p>
        </w:tc>
        <w:tc>
          <w:tcPr>
            <w:tcW w:w="1813" w:type="dxa"/>
          </w:tcPr>
          <w:p w14:paraId="26668140" w14:textId="16B3F62A" w:rsidR="00060A41" w:rsidRDefault="00060A41" w:rsidP="001E7E4D">
            <w:r>
              <w:t>10</w:t>
            </w:r>
          </w:p>
        </w:tc>
        <w:tc>
          <w:tcPr>
            <w:tcW w:w="1813" w:type="dxa"/>
          </w:tcPr>
          <w:p w14:paraId="175CA5AB" w14:textId="044B8BC3" w:rsidR="00060A41" w:rsidRDefault="00060A41" w:rsidP="001E7E4D">
            <w:r>
              <w:t>1110</w:t>
            </w:r>
          </w:p>
        </w:tc>
        <w:tc>
          <w:tcPr>
            <w:tcW w:w="1815" w:type="dxa"/>
          </w:tcPr>
          <w:p w14:paraId="6AEF45DD" w14:textId="46A553C0" w:rsidR="00060A41" w:rsidRDefault="00060A41" w:rsidP="001E7E4D">
            <w:r>
              <w:t>0001</w:t>
            </w:r>
          </w:p>
        </w:tc>
        <w:tc>
          <w:tcPr>
            <w:tcW w:w="1803" w:type="dxa"/>
          </w:tcPr>
          <w:p w14:paraId="5F3157A1" w14:textId="507AC006" w:rsidR="00060A41" w:rsidRDefault="0068692B" w:rsidP="00060A41">
            <w:pPr>
              <w:keepNext/>
            </w:pPr>
            <w:r>
              <w:t>1</w:t>
            </w:r>
            <w:r w:rsidR="00060A41">
              <w:t>00000</w:t>
            </w:r>
          </w:p>
        </w:tc>
      </w:tr>
    </w:tbl>
    <w:p w14:paraId="4B0F0D0A" w14:textId="2F5CE665" w:rsidR="00DB131E" w:rsidRDefault="00060A41" w:rsidP="00060A41">
      <w:pPr>
        <w:pStyle w:val="UnterschriftINFSII"/>
      </w:pPr>
      <w:r>
        <w:t xml:space="preserve">Tabelle </w:t>
      </w:r>
      <w:fldSimple w:instr=" SEQ Tabelle \* ARABIC ">
        <w:r w:rsidR="00D33199">
          <w:rPr>
            <w:noProof/>
          </w:rPr>
          <w:t>1</w:t>
        </w:r>
      </w:fldSimple>
      <w:r>
        <w:t>: verschiedene</w:t>
      </w:r>
      <w:r>
        <w:rPr>
          <w:noProof/>
        </w:rPr>
        <w:t xml:space="preserve"> Codes für Aufgabe 6</w:t>
      </w:r>
    </w:p>
    <w:bookmarkEnd w:id="17"/>
    <w:p w14:paraId="5692ED3D" w14:textId="6145E2F2" w:rsidR="00BD4CC0" w:rsidRDefault="0014087A" w:rsidP="000B2604">
      <w:r>
        <w:t xml:space="preserve">Einen präfixfreien Code, der die Häufigkeiten der zu codierenden Informationen berücksichtigt, erhält man </w:t>
      </w:r>
      <w:r w:rsidR="00F807EC">
        <w:t>durch die Konstruktion</w:t>
      </w:r>
      <w:r>
        <w:t xml:space="preserve"> eines </w:t>
      </w:r>
      <w:r w:rsidRPr="00F807EC">
        <w:rPr>
          <w:b/>
          <w:bCs/>
          <w:color w:val="4E6B9E"/>
        </w:rPr>
        <w:t>Huffman-Baums</w:t>
      </w:r>
      <w:r>
        <w:t>.</w:t>
      </w:r>
      <w:r w:rsidR="00DB131E">
        <w:t xml:space="preserve"> </w:t>
      </w:r>
      <w:r>
        <w:t>Um einen Huffman-Baum für die in Bild B verwendeten Farben zu erstellen, muss zunächst gezählt werden, wie häufig die einzelnen Farben verwendet wurden:</w:t>
      </w:r>
    </w:p>
    <w:tbl>
      <w:tblPr>
        <w:tblStyle w:val="Gitternetztabelle4Akzent1"/>
        <w:tblW w:w="0" w:type="auto"/>
        <w:tblLook w:val="0420" w:firstRow="1" w:lastRow="0" w:firstColumn="0" w:lastColumn="0" w:noHBand="0" w:noVBand="1"/>
      </w:tblPr>
      <w:tblGrid>
        <w:gridCol w:w="1838"/>
        <w:gridCol w:w="2126"/>
        <w:gridCol w:w="1989"/>
        <w:gridCol w:w="3109"/>
      </w:tblGrid>
      <w:tr w:rsidR="006353DA" w14:paraId="4F65D648" w14:textId="494E85E2" w:rsidTr="003606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38" w:type="dxa"/>
            <w:shd w:val="clear" w:color="auto" w:fill="4E6B9E"/>
          </w:tcPr>
          <w:p w14:paraId="2B459515" w14:textId="2B2C2C74" w:rsidR="006353DA" w:rsidRDefault="006353DA" w:rsidP="00970575">
            <w:bookmarkStart w:id="19" w:name="_Hlk139286871"/>
            <w:r>
              <w:t>Farbe</w:t>
            </w:r>
          </w:p>
        </w:tc>
        <w:tc>
          <w:tcPr>
            <w:tcW w:w="2126" w:type="dxa"/>
            <w:shd w:val="clear" w:color="auto" w:fill="4E6B9E"/>
          </w:tcPr>
          <w:p w14:paraId="277523C4" w14:textId="5DEC195F" w:rsidR="006353DA" w:rsidRDefault="006353DA" w:rsidP="00970575">
            <w:r>
              <w:t>RGB-Wert</w:t>
            </w:r>
          </w:p>
        </w:tc>
        <w:tc>
          <w:tcPr>
            <w:tcW w:w="1989" w:type="dxa"/>
            <w:shd w:val="clear" w:color="auto" w:fill="4E6B9E"/>
          </w:tcPr>
          <w:p w14:paraId="53E9E793" w14:textId="25222651" w:rsidR="006353DA" w:rsidRDefault="006353DA" w:rsidP="00970575">
            <w:r>
              <w:t>Anzahl</w:t>
            </w:r>
          </w:p>
        </w:tc>
        <w:tc>
          <w:tcPr>
            <w:tcW w:w="3109" w:type="dxa"/>
            <w:shd w:val="clear" w:color="auto" w:fill="4E6B9E"/>
          </w:tcPr>
          <w:p w14:paraId="64730920" w14:textId="722CBE0A" w:rsidR="006353DA" w:rsidRDefault="006353DA" w:rsidP="00970575">
            <w:r>
              <w:t>Huffman-Code</w:t>
            </w:r>
          </w:p>
        </w:tc>
      </w:tr>
      <w:tr w:rsidR="006353DA" w14:paraId="568DBAC2" w14:textId="2C3206DD" w:rsidTr="00360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8" w:type="dxa"/>
          </w:tcPr>
          <w:p w14:paraId="10DA66DE" w14:textId="2DBD4496" w:rsidR="006353DA" w:rsidRDefault="006353DA" w:rsidP="00970575">
            <w:proofErr w:type="gramStart"/>
            <w:r>
              <w:t>Weiß</w:t>
            </w:r>
            <w:proofErr w:type="gramEnd"/>
          </w:p>
        </w:tc>
        <w:tc>
          <w:tcPr>
            <w:tcW w:w="2126" w:type="dxa"/>
          </w:tcPr>
          <w:p w14:paraId="25A91CE8" w14:textId="3712E5B3" w:rsidR="006353DA" w:rsidRDefault="006353DA" w:rsidP="00970575">
            <w:r>
              <w:t>255, 255, 255</w:t>
            </w:r>
          </w:p>
        </w:tc>
        <w:tc>
          <w:tcPr>
            <w:tcW w:w="1989" w:type="dxa"/>
          </w:tcPr>
          <w:p w14:paraId="63C6A3FB" w14:textId="0F374A53" w:rsidR="006353DA" w:rsidRDefault="006353DA" w:rsidP="00970575">
            <w:r>
              <w:t>20</w:t>
            </w:r>
          </w:p>
        </w:tc>
        <w:tc>
          <w:tcPr>
            <w:tcW w:w="3109" w:type="dxa"/>
          </w:tcPr>
          <w:p w14:paraId="163E17E4" w14:textId="77777777" w:rsidR="006353DA" w:rsidRDefault="006353DA" w:rsidP="00970575"/>
        </w:tc>
      </w:tr>
      <w:tr w:rsidR="006353DA" w14:paraId="0592D054" w14:textId="672743DE" w:rsidTr="00360698">
        <w:tc>
          <w:tcPr>
            <w:tcW w:w="1838" w:type="dxa"/>
          </w:tcPr>
          <w:p w14:paraId="164297DE" w14:textId="32224106" w:rsidR="006353DA" w:rsidRDefault="006353DA" w:rsidP="00970575">
            <w:r>
              <w:t>Rot</w:t>
            </w:r>
          </w:p>
        </w:tc>
        <w:tc>
          <w:tcPr>
            <w:tcW w:w="2126" w:type="dxa"/>
          </w:tcPr>
          <w:p w14:paraId="13C8EF00" w14:textId="7EFAA478" w:rsidR="006353DA" w:rsidRDefault="006353DA" w:rsidP="00970575">
            <w:r>
              <w:t>255, 0, 0</w:t>
            </w:r>
          </w:p>
        </w:tc>
        <w:tc>
          <w:tcPr>
            <w:tcW w:w="1989" w:type="dxa"/>
          </w:tcPr>
          <w:p w14:paraId="1E859431" w14:textId="7F145737" w:rsidR="006353DA" w:rsidRDefault="006353DA" w:rsidP="00970575">
            <w:r>
              <w:t>9</w:t>
            </w:r>
          </w:p>
        </w:tc>
        <w:tc>
          <w:tcPr>
            <w:tcW w:w="3109" w:type="dxa"/>
          </w:tcPr>
          <w:p w14:paraId="686384C5" w14:textId="77777777" w:rsidR="006353DA" w:rsidRDefault="006353DA" w:rsidP="00970575"/>
        </w:tc>
      </w:tr>
      <w:tr w:rsidR="006353DA" w14:paraId="4FC3BFB3" w14:textId="4CE973B3" w:rsidTr="00360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8" w:type="dxa"/>
          </w:tcPr>
          <w:p w14:paraId="6C4EE6A7" w14:textId="0A3815C9" w:rsidR="006353DA" w:rsidRDefault="006353DA" w:rsidP="00970575">
            <w:r>
              <w:t>Gelb</w:t>
            </w:r>
          </w:p>
        </w:tc>
        <w:tc>
          <w:tcPr>
            <w:tcW w:w="2126" w:type="dxa"/>
          </w:tcPr>
          <w:p w14:paraId="29F38117" w14:textId="4D068234" w:rsidR="006353DA" w:rsidRDefault="006353DA" w:rsidP="00970575">
            <w:r>
              <w:t>255, 192, 0</w:t>
            </w:r>
          </w:p>
        </w:tc>
        <w:tc>
          <w:tcPr>
            <w:tcW w:w="1989" w:type="dxa"/>
          </w:tcPr>
          <w:p w14:paraId="7DAC22E6" w14:textId="2935FB25" w:rsidR="006353DA" w:rsidRDefault="006353DA" w:rsidP="00970575">
            <w:r>
              <w:t>3</w:t>
            </w:r>
          </w:p>
        </w:tc>
        <w:tc>
          <w:tcPr>
            <w:tcW w:w="3109" w:type="dxa"/>
          </w:tcPr>
          <w:p w14:paraId="330876B7" w14:textId="77777777" w:rsidR="006353DA" w:rsidRDefault="006353DA" w:rsidP="00970575"/>
        </w:tc>
      </w:tr>
      <w:tr w:rsidR="006353DA" w14:paraId="1B057C90" w14:textId="66BF1867" w:rsidTr="00360698">
        <w:tc>
          <w:tcPr>
            <w:tcW w:w="1838" w:type="dxa"/>
          </w:tcPr>
          <w:p w14:paraId="239E1078" w14:textId="11AABC9F" w:rsidR="006353DA" w:rsidRDefault="006353DA" w:rsidP="00970575">
            <w:r>
              <w:t>Grün</w:t>
            </w:r>
          </w:p>
        </w:tc>
        <w:tc>
          <w:tcPr>
            <w:tcW w:w="2126" w:type="dxa"/>
          </w:tcPr>
          <w:p w14:paraId="01EA884A" w14:textId="2354E458" w:rsidR="006353DA" w:rsidRDefault="006353DA" w:rsidP="00970575">
            <w:r>
              <w:t>112, 173, 71</w:t>
            </w:r>
          </w:p>
        </w:tc>
        <w:tc>
          <w:tcPr>
            <w:tcW w:w="1989" w:type="dxa"/>
          </w:tcPr>
          <w:p w14:paraId="1D7B374E" w14:textId="0B1BE2A1" w:rsidR="006353DA" w:rsidRDefault="006353DA" w:rsidP="00970575">
            <w:r>
              <w:t>13</w:t>
            </w:r>
          </w:p>
        </w:tc>
        <w:tc>
          <w:tcPr>
            <w:tcW w:w="3109" w:type="dxa"/>
          </w:tcPr>
          <w:p w14:paraId="4C182406" w14:textId="77777777" w:rsidR="006353DA" w:rsidRDefault="006353DA" w:rsidP="00970575"/>
        </w:tc>
      </w:tr>
      <w:tr w:rsidR="006353DA" w14:paraId="56CE9240" w14:textId="552AD6A4" w:rsidTr="00360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8" w:type="dxa"/>
          </w:tcPr>
          <w:p w14:paraId="3C8866E5" w14:textId="254B325A" w:rsidR="006353DA" w:rsidRDefault="006353DA" w:rsidP="00970575">
            <w:r>
              <w:t>Hellblau</w:t>
            </w:r>
          </w:p>
        </w:tc>
        <w:tc>
          <w:tcPr>
            <w:tcW w:w="2126" w:type="dxa"/>
          </w:tcPr>
          <w:p w14:paraId="57E03D13" w14:textId="2FD1199E" w:rsidR="006353DA" w:rsidRDefault="006353DA" w:rsidP="00970575">
            <w:r>
              <w:t>217, 226, 243</w:t>
            </w:r>
          </w:p>
        </w:tc>
        <w:tc>
          <w:tcPr>
            <w:tcW w:w="1989" w:type="dxa"/>
          </w:tcPr>
          <w:p w14:paraId="5093F298" w14:textId="7C732C04" w:rsidR="006353DA" w:rsidRDefault="006353DA" w:rsidP="00970575">
            <w:r>
              <w:t>45</w:t>
            </w:r>
          </w:p>
        </w:tc>
        <w:tc>
          <w:tcPr>
            <w:tcW w:w="3109" w:type="dxa"/>
          </w:tcPr>
          <w:p w14:paraId="677930F6" w14:textId="77777777" w:rsidR="006353DA" w:rsidRDefault="006353DA" w:rsidP="00970575"/>
        </w:tc>
      </w:tr>
      <w:bookmarkEnd w:id="19"/>
      <w:tr w:rsidR="006353DA" w14:paraId="6697A25E" w14:textId="2F582FF9" w:rsidTr="00360698">
        <w:tc>
          <w:tcPr>
            <w:tcW w:w="1838" w:type="dxa"/>
          </w:tcPr>
          <w:p w14:paraId="4DCD83B5" w14:textId="4D000365" w:rsidR="006353DA" w:rsidRDefault="006353DA" w:rsidP="00970575">
            <w:r>
              <w:t>Braun</w:t>
            </w:r>
          </w:p>
        </w:tc>
        <w:tc>
          <w:tcPr>
            <w:tcW w:w="2126" w:type="dxa"/>
          </w:tcPr>
          <w:p w14:paraId="60428427" w14:textId="2301717D" w:rsidR="006353DA" w:rsidRDefault="006353DA" w:rsidP="00970575">
            <w:r>
              <w:t>128, 96, 0</w:t>
            </w:r>
          </w:p>
        </w:tc>
        <w:tc>
          <w:tcPr>
            <w:tcW w:w="1989" w:type="dxa"/>
          </w:tcPr>
          <w:p w14:paraId="72D4BE5B" w14:textId="1B845C07" w:rsidR="006353DA" w:rsidRDefault="006353DA" w:rsidP="00970575">
            <w:r>
              <w:t>6</w:t>
            </w:r>
          </w:p>
        </w:tc>
        <w:tc>
          <w:tcPr>
            <w:tcW w:w="3109" w:type="dxa"/>
          </w:tcPr>
          <w:p w14:paraId="65353ECB" w14:textId="77777777" w:rsidR="006353DA" w:rsidRDefault="006353DA" w:rsidP="00970575"/>
        </w:tc>
      </w:tr>
      <w:tr w:rsidR="006353DA" w14:paraId="1A9E5DA8" w14:textId="46B6DBB2" w:rsidTr="003606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8" w:type="dxa"/>
          </w:tcPr>
          <w:p w14:paraId="623CCCFC" w14:textId="114D4F12" w:rsidR="006353DA" w:rsidRDefault="006353DA" w:rsidP="00970575">
            <w:r>
              <w:t>Grau</w:t>
            </w:r>
          </w:p>
        </w:tc>
        <w:tc>
          <w:tcPr>
            <w:tcW w:w="2126" w:type="dxa"/>
          </w:tcPr>
          <w:p w14:paraId="5190BB69" w14:textId="6620E60F" w:rsidR="006353DA" w:rsidRDefault="006353DA" w:rsidP="00970575">
            <w:r>
              <w:t>127, 127, 127</w:t>
            </w:r>
          </w:p>
        </w:tc>
        <w:tc>
          <w:tcPr>
            <w:tcW w:w="1989" w:type="dxa"/>
          </w:tcPr>
          <w:p w14:paraId="38727925" w14:textId="780D6062" w:rsidR="006353DA" w:rsidRDefault="006353DA" w:rsidP="00970575">
            <w:r>
              <w:t>2</w:t>
            </w:r>
          </w:p>
        </w:tc>
        <w:tc>
          <w:tcPr>
            <w:tcW w:w="3109" w:type="dxa"/>
          </w:tcPr>
          <w:p w14:paraId="70170F5B" w14:textId="77777777" w:rsidR="006353DA" w:rsidRDefault="006353DA" w:rsidP="00970575"/>
        </w:tc>
      </w:tr>
      <w:tr w:rsidR="006353DA" w14:paraId="048C7E17" w14:textId="3FB51224" w:rsidTr="00360698">
        <w:tc>
          <w:tcPr>
            <w:tcW w:w="1838" w:type="dxa"/>
          </w:tcPr>
          <w:p w14:paraId="5056302F" w14:textId="526AE4A7" w:rsidR="006353DA" w:rsidRDefault="006353DA" w:rsidP="00970575">
            <w:r>
              <w:t>Schwarz</w:t>
            </w:r>
          </w:p>
        </w:tc>
        <w:tc>
          <w:tcPr>
            <w:tcW w:w="2126" w:type="dxa"/>
          </w:tcPr>
          <w:p w14:paraId="158356A4" w14:textId="5FE8B42F" w:rsidR="006353DA" w:rsidRDefault="006353DA" w:rsidP="00970575">
            <w:r>
              <w:t>0, 0, 0</w:t>
            </w:r>
          </w:p>
        </w:tc>
        <w:tc>
          <w:tcPr>
            <w:tcW w:w="1989" w:type="dxa"/>
          </w:tcPr>
          <w:p w14:paraId="6A9F83B4" w14:textId="2A3EC76C" w:rsidR="006353DA" w:rsidRDefault="006353DA" w:rsidP="00970575">
            <w:r>
              <w:t>2</w:t>
            </w:r>
          </w:p>
        </w:tc>
        <w:tc>
          <w:tcPr>
            <w:tcW w:w="3109" w:type="dxa"/>
          </w:tcPr>
          <w:p w14:paraId="2085C120" w14:textId="77777777" w:rsidR="006353DA" w:rsidRDefault="006353DA" w:rsidP="00360698">
            <w:pPr>
              <w:keepNext/>
            </w:pPr>
          </w:p>
        </w:tc>
      </w:tr>
    </w:tbl>
    <w:p w14:paraId="24110610" w14:textId="65EF455F" w:rsidR="0014087A" w:rsidRDefault="00360698" w:rsidP="00360698">
      <w:pPr>
        <w:pStyle w:val="UnterschriftINFSII"/>
      </w:pPr>
      <w:r>
        <w:t xml:space="preserve">Tabelle </w:t>
      </w:r>
      <w:fldSimple w:instr=" SEQ Tabelle \* ARABIC ">
        <w:r w:rsidR="00D33199">
          <w:rPr>
            <w:noProof/>
          </w:rPr>
          <w:t>2</w:t>
        </w:r>
      </w:fldSimple>
      <w:r>
        <w:t xml:space="preserve">: In Bild B verwendete Farben </w:t>
      </w:r>
      <w:r>
        <w:rPr>
          <w:noProof/>
        </w:rPr>
        <w:t>mit ihrer jeweiligen Anzahl</w:t>
      </w:r>
    </w:p>
    <w:p w14:paraId="010A49D6" w14:textId="5CDED1F7" w:rsidR="00437272" w:rsidRDefault="00437272" w:rsidP="00970575">
      <w:r>
        <w:t>Ein Huffman-Baum ist ein Binärbaum, der beginnend bei den Blättern bis hin zur Wurzel aufgebaut wird. Für jede Farbe wird ein Blatt erstellt. Das Blatt erh</w:t>
      </w:r>
      <w:r w:rsidR="00DB72AB">
        <w:t>ä</w:t>
      </w:r>
      <w:r>
        <w:t>lt die Anzahl, wie oft die Farbe auftritt</w:t>
      </w:r>
      <w:r w:rsidR="00F807EC">
        <w:t>,</w:t>
      </w:r>
      <w:r>
        <w:t xml:space="preserve"> als Wert. Nun </w:t>
      </w:r>
      <w:r w:rsidR="00B267E2">
        <w:t xml:space="preserve">erhalten </w:t>
      </w:r>
      <w:r>
        <w:t xml:space="preserve">immer </w:t>
      </w:r>
      <w:r w:rsidR="00B267E2">
        <w:t xml:space="preserve">die beiden freien Knoten (Knoten, die noch keinen Vater haben) mit dem geringsten Wert einen </w:t>
      </w:r>
      <w:r w:rsidR="00DB72AB">
        <w:t xml:space="preserve">gemeinsamen </w:t>
      </w:r>
      <w:r w:rsidR="00B267E2">
        <w:t xml:space="preserve">Vaterknoten. Der Vaterknoten erhält als Wert die Summe der </w:t>
      </w:r>
      <w:r w:rsidR="00B267E2">
        <w:lastRenderedPageBreak/>
        <w:t>beiden Kind</w:t>
      </w:r>
      <w:r w:rsidR="00DB72AB">
        <w:t>k</w:t>
      </w:r>
      <w:r w:rsidR="00B267E2">
        <w:t xml:space="preserve">noten. Gibt es mehrere freie Knoten mit kleinstem Wert, wird zufällig einer ausgewählt. Das Erzeugen von Vaterknoten wird </w:t>
      </w:r>
      <w:r w:rsidR="00E3738A">
        <w:t>so lange</w:t>
      </w:r>
      <w:r w:rsidR="00B267E2">
        <w:t xml:space="preserve"> fortgesetzt, bis der Baum einen eindeutigen Wurzelknoten erhält und alle Knoten verbunden sind. </w:t>
      </w:r>
      <w:r w:rsidR="00C44E3D">
        <w:t xml:space="preserve">Die Teilbäume werden also nach und nach zu einem Baum zusammengesetzt. </w:t>
      </w:r>
      <w:r w:rsidR="00B267E2">
        <w:t xml:space="preserve">Die Kanten von jedem Vater zu seinen zwei Kindern werden </w:t>
      </w:r>
      <w:r w:rsidR="00C44E3D">
        <w:t>schließlich</w:t>
      </w:r>
      <w:r w:rsidR="00B267E2">
        <w:t xml:space="preserve"> mit 0 bzw. 1 beschriftet, z.</w:t>
      </w:r>
      <w:r w:rsidR="00DB72AB">
        <w:t> </w:t>
      </w:r>
      <w:r w:rsidR="00B267E2">
        <w:t>B. alle linken Kanten mit 0 und alle rechten Kanten mit 1.</w:t>
      </w:r>
    </w:p>
    <w:p w14:paraId="5281657D" w14:textId="61A28DF5" w:rsidR="00B267E2" w:rsidRDefault="00B267E2" w:rsidP="00970575">
      <w:r>
        <w:t>Abbildung</w:t>
      </w:r>
      <w:r w:rsidR="002C554D">
        <w:t xml:space="preserve"> 1</w:t>
      </w:r>
      <w:r>
        <w:t xml:space="preserve"> zeigt den Huffman-Baum, der so für </w:t>
      </w:r>
      <w:r w:rsidR="006353DA">
        <w:t>Bild B entsteht.</w:t>
      </w:r>
    </w:p>
    <w:p w14:paraId="6D03E0DC" w14:textId="2982F8B7" w:rsidR="006353DA" w:rsidRDefault="006353DA" w:rsidP="00970575">
      <w:r>
        <w:t>Die Pfade von der Wurzel bis zum Blatt geben nun die Codierung der jeweiligen Farbe an. Hellblau erhält</w:t>
      </w:r>
      <w:r w:rsidR="00DB72AB">
        <w:t xml:space="preserve"> z. B.</w:t>
      </w:r>
      <w:r>
        <w:t xml:space="preserve"> den Code 1, Rot den Code 010 und Grau den Code 000001</w:t>
      </w:r>
    </w:p>
    <w:p w14:paraId="29A83C2D" w14:textId="208C5F72" w:rsidR="006353DA" w:rsidRDefault="00BA4C47" w:rsidP="00970575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00D67B8" wp14:editId="69A9D63E">
                <wp:simplePos x="0" y="0"/>
                <wp:positionH relativeFrom="margin">
                  <wp:posOffset>-45780</wp:posOffset>
                </wp:positionH>
                <wp:positionV relativeFrom="paragraph">
                  <wp:posOffset>-304524</wp:posOffset>
                </wp:positionV>
                <wp:extent cx="5804535" cy="2820670"/>
                <wp:effectExtent l="0" t="0" r="5715" b="0"/>
                <wp:wrapTopAndBottom/>
                <wp:docPr id="18" name="Gruppieren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04535" cy="2820670"/>
                          <a:chOff x="0" y="0"/>
                          <a:chExt cx="5804859" cy="2820838"/>
                        </a:xfrm>
                      </wpg:grpSpPr>
                      <wpg:grpSp>
                        <wpg:cNvPr id="16" name="Gruppieren 16"/>
                        <wpg:cNvGrpSpPr/>
                        <wpg:grpSpPr>
                          <a:xfrm>
                            <a:off x="51759" y="0"/>
                            <a:ext cx="5753100" cy="2479675"/>
                            <a:chOff x="0" y="0"/>
                            <a:chExt cx="5753100" cy="2479675"/>
                          </a:xfrm>
                        </wpg:grpSpPr>
                        <wpg:grpSp>
                          <wpg:cNvPr id="12" name="Gruppieren 12"/>
                          <wpg:cNvGrpSpPr/>
                          <wpg:grpSpPr>
                            <a:xfrm>
                              <a:off x="0" y="0"/>
                              <a:ext cx="5753100" cy="2479675"/>
                              <a:chOff x="-619126" y="0"/>
                              <a:chExt cx="5753101" cy="2479675"/>
                            </a:xfrm>
                          </wpg:grpSpPr>
                          <pic:pic xmlns:pic="http://schemas.openxmlformats.org/drawingml/2006/picture">
                            <pic:nvPicPr>
                              <pic:cNvPr id="6" name="Grafik 6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82365" cy="2479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1" name="Textfeld 1"/>
                            <wps:cNvSpPr txBox="1"/>
                            <wps:spPr>
                              <a:xfrm>
                                <a:off x="4124325" y="1714500"/>
                                <a:ext cx="1009650" cy="238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77D220E" w14:textId="3B91293E" w:rsidR="00C44E3D" w:rsidRDefault="00761C30">
                                  <w:r>
                                    <w:t>Blätter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Gerade Verbindung mit Pfeil 2"/>
                            <wps:cNvCnPr/>
                            <wps:spPr>
                              <a:xfrm flipH="1">
                                <a:off x="3552825" y="1819275"/>
                                <a:ext cx="542925" cy="16891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4E6B9E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Textfeld 8"/>
                            <wps:cNvSpPr txBox="1"/>
                            <wps:spPr>
                              <a:xfrm>
                                <a:off x="3486150" y="76200"/>
                                <a:ext cx="1009650" cy="2381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691EC3" w14:textId="73238CBE" w:rsidR="00761C30" w:rsidRDefault="00761C30" w:rsidP="00761C30">
                                  <w:r>
                                    <w:t>Wurzel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Gerade Verbindung mit Pfeil 9"/>
                            <wps:cNvCnPr/>
                            <wps:spPr>
                              <a:xfrm flipH="1">
                                <a:off x="2790825" y="152400"/>
                                <a:ext cx="666750" cy="285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Textfeld 10"/>
                            <wps:cNvSpPr txBox="1"/>
                            <wps:spPr>
                              <a:xfrm>
                                <a:off x="-619126" y="933451"/>
                                <a:ext cx="1247775" cy="190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44D778" w14:textId="7EE99207" w:rsidR="00761C30" w:rsidRDefault="00761C30" w:rsidP="00761C30">
                                  <w:r>
                                    <w:t>Erster Vaterknoten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" name="Gerade Verbindung mit Pfeil 11"/>
                            <wps:cNvCnPr>
                              <a:stCxn id="6" idx="1"/>
                            </wps:cNvCnPr>
                            <wps:spPr>
                              <a:xfrm>
                                <a:off x="0" y="1239838"/>
                                <a:ext cx="371474" cy="246062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3" name="Textfeld 13"/>
                          <wps:cNvSpPr txBox="1"/>
                          <wps:spPr>
                            <a:xfrm>
                              <a:off x="714375" y="352425"/>
                              <a:ext cx="1009650" cy="2381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773D6D0" w14:textId="52963FDE" w:rsidR="00F531FA" w:rsidRDefault="00F531FA" w:rsidP="00F531FA">
                                <w:r>
                                  <w:t>Kanten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Gerade Verbindung mit Pfeil 14"/>
                          <wps:cNvCnPr/>
                          <wps:spPr>
                            <a:xfrm>
                              <a:off x="1047750" y="552450"/>
                              <a:ext cx="495300" cy="51435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Gerade Verbindung mit Pfeil 15"/>
                          <wps:cNvCnPr/>
                          <wps:spPr>
                            <a:xfrm>
                              <a:off x="1095375" y="571500"/>
                              <a:ext cx="838200" cy="22860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7" name="Textfeld 17"/>
                        <wps:cNvSpPr txBox="1"/>
                        <wps:spPr>
                          <a:xfrm>
                            <a:off x="0" y="2493034"/>
                            <a:ext cx="2517835" cy="3278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C16C4F4" w14:textId="7938FCAA" w:rsidR="00F807EC" w:rsidRDefault="00F807EC" w:rsidP="00F807EC">
                              <w:pPr>
                                <w:pStyle w:val="UnterschriftINFSII"/>
                              </w:pPr>
                              <w:r w:rsidRPr="00F531FA">
                                <w:t xml:space="preserve">Abbildung </w:t>
                              </w:r>
                              <w:fldSimple w:instr=" SEQ Abbildung \* ARABIC ">
                                <w:r w:rsidR="00D33199"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  <w:r w:rsidRPr="00F531FA">
                                <w:t>: Huffman-Baum zu Bild 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0D67B8" id="Gruppieren 18" o:spid="_x0000_s1032" style="position:absolute;margin-left:-3.6pt;margin-top:-24pt;width:457.05pt;height:222.1pt;z-index:251680768;mso-position-horizontal-relative:margin" coordsize="58048,2820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">
                <v:group id="_x0000_s1033" style="position:absolute;left:517;width:57531;height:24796" coordsize="57531,24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uppieren 12" o:spid="_x0000_s1034" style="position:absolute;width:57531;height:24796" coordorigin="-6191" coordsize="57531,24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Grafik 6" o:spid="_x0000_s1035" type="#_x0000_t75" style="position:absolute;width:36823;height:247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">
                      <v:imagedata r:id="rId9" o:title=""/>
                    </v:shape>
                    <v:shape id="Textfeld 1" o:spid="_x0000_s1036" type="#_x0000_t202" style="position:absolute;left:41243;top:17145;width:10096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" filled="f" stroked="f" strokeweight=".5pt">
                      <v:textbox inset="0,0,0,0">
                        <w:txbxContent>
                          <w:p w14:paraId="777D220E" w14:textId="3B91293E" w:rsidR="00C44E3D" w:rsidRDefault="00761C30">
                            <w:r>
                              <w:t>Blätter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2" o:spid="_x0000_s1037" type="#_x0000_t32" style="position:absolute;left:35528;top:18192;width:5429;height:168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" strokecolor="#4e6b9e" strokeweight=".5pt">
                      <v:stroke endarrow="block" joinstyle="miter"/>
                    </v:shape>
                    <v:shape id="Textfeld 8" o:spid="_x0000_s1038" type="#_x0000_t202" style="position:absolute;left:34861;top:762;width:10097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" filled="f" stroked="f" strokeweight=".5pt">
                      <v:textbox inset="0,0,0,0">
                        <w:txbxContent>
                          <w:p w14:paraId="23691EC3" w14:textId="73238CBE" w:rsidR="00761C30" w:rsidRDefault="00761C30" w:rsidP="00761C30">
                            <w:r>
                              <w:t>Wurzel</w:t>
                            </w:r>
                          </w:p>
                        </w:txbxContent>
                      </v:textbox>
                    </v:shape>
                    <v:shape id="Gerade Verbindung mit Pfeil 9" o:spid="_x0000_s1039" type="#_x0000_t32" style="position:absolute;left:27908;top:1524;width:6667;height:28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" strokecolor="#4472c4 [3204]" strokeweight=".5pt">
                      <v:stroke endarrow="block" joinstyle="miter"/>
                    </v:shape>
                    <v:shape id="Textfeld 10" o:spid="_x0000_s1040" type="#_x0000_t202" style="position:absolute;left:-6191;top:9334;width:12477;height:1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" filled="f" stroked="f" strokeweight=".5pt">
                      <v:textbox inset="0,0,0,0">
                        <w:txbxContent>
                          <w:p w14:paraId="0444D778" w14:textId="7EE99207" w:rsidR="00761C30" w:rsidRDefault="00761C30" w:rsidP="00761C30">
                            <w:r>
                              <w:t>Erster Vaterknoten</w:t>
                            </w:r>
                          </w:p>
                        </w:txbxContent>
                      </v:textbox>
                    </v:shape>
                    <v:shape id="Gerade Verbindung mit Pfeil 11" o:spid="_x0000_s1041" type="#_x0000_t32" style="position:absolute;top:12398;width:3714;height:24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" strokecolor="#4472c4 [3204]" strokeweight=".5pt">
                      <v:stroke endarrow="block" joinstyle="miter"/>
                    </v:shape>
                  </v:group>
                  <v:shape id="Textfeld 13" o:spid="_x0000_s1042" type="#_x0000_t202" style="position:absolute;left:7143;top:3524;width:10097;height:2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sk9wwAAANsAAAAPAAAAZHJzL2Rvd25yZXYueG1sRE9La8JA&#10;EL4X+h+WKfRWN1oo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HELJPcMAAADbAAAADwAA&#10;AAAAAAAAAAAAAAAHAgAAZHJzL2Rvd25yZXYueG1sUEsFBgAAAAADAAMAtwAAAPcCAAAAAA==&#10;" filled="f" stroked="f" strokeweight=".5pt">
                    <v:textbox inset="0,0,0,0">
                      <w:txbxContent>
                        <w:p w14:paraId="0773D6D0" w14:textId="52963FDE" w:rsidR="00F531FA" w:rsidRDefault="00F531FA" w:rsidP="00F531FA">
                          <w:r>
                            <w:t>Kanten</w:t>
                          </w:r>
                        </w:p>
                      </w:txbxContent>
                    </v:textbox>
                  </v:shape>
                  <v:shape id="Gerade Verbindung mit Pfeil 14" o:spid="_x0000_s1043" type="#_x0000_t32" style="position:absolute;left:10477;top:5524;width:4953;height:51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" strokecolor="#4472c4 [3204]" strokeweight=".5pt">
                    <v:stroke endarrow="block" joinstyle="miter"/>
                  </v:shape>
                  <v:shape id="Gerade Verbindung mit Pfeil 15" o:spid="_x0000_s1044" type="#_x0000_t32" style="position:absolute;left:10953;top:5715;width:8382;height:22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" strokecolor="#4472c4 [3204]" strokeweight=".5pt">
                    <v:stroke endarrow="block" joinstyle="miter"/>
                  </v:shape>
                </v:group>
                <v:shape id="Textfeld 17" o:spid="_x0000_s1045" type="#_x0000_t202" style="position:absolute;top:24930;width:25178;height:3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" filled="f" stroked="f" strokeweight=".5pt">
                  <v:textbox>
                    <w:txbxContent>
                      <w:p w14:paraId="7C16C4F4" w14:textId="7938FCAA" w:rsidR="00F807EC" w:rsidRDefault="00F807EC" w:rsidP="00F807EC">
                        <w:pPr>
                          <w:pStyle w:val="UnterschriftINFSII"/>
                        </w:pPr>
                        <w:r w:rsidRPr="00F531FA">
                          <w:t xml:space="preserve">Abbildung </w:t>
                        </w:r>
                        <w:fldSimple w:instr=" SEQ Abbildung \* ARABIC ">
                          <w:r w:rsidR="00D33199">
                            <w:rPr>
                              <w:noProof/>
                            </w:rPr>
                            <w:t>1</w:t>
                          </w:r>
                        </w:fldSimple>
                        <w:r w:rsidRPr="00F531FA">
                          <w:t>: Huffman-Baum zu Bild B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6353DA">
        <w:t xml:space="preserve">Der </w:t>
      </w:r>
      <w:r w:rsidR="009B74D7">
        <w:t xml:space="preserve">Algorithmus für die </w:t>
      </w:r>
      <w:r w:rsidR="006353DA">
        <w:t>Konstruktion des Huffman-Baums sorgt dafür, dass häufig auftretende Farben einen k</w:t>
      </w:r>
      <w:r w:rsidR="009B74D7">
        <w:t>u</w:t>
      </w:r>
      <w:r w:rsidR="006353DA">
        <w:t>rzen Code und seltene Farbwerte einen l</w:t>
      </w:r>
      <w:r w:rsidR="009B74D7">
        <w:t>ä</w:t>
      </w:r>
      <w:r w:rsidR="006353DA">
        <w:t>nge</w:t>
      </w:r>
      <w:r w:rsidR="009B74D7">
        <w:t>ren</w:t>
      </w:r>
      <w:r w:rsidR="006353DA">
        <w:t xml:space="preserve"> Code erhalten. Da der Code-Baum für jedes Bild individuell erstellt wird und ggf. Zufallsentscheidungen enthält, muss der Baum der Codierung des Bildes hinzugefügt werden.</w:t>
      </w:r>
    </w:p>
    <w:p w14:paraId="6E95DBA9" w14:textId="2FD6A66A" w:rsidR="00C44E3D" w:rsidRDefault="00C44E3D" w:rsidP="00970575">
      <w:r>
        <w:t>Huffman-Bäume können auch für die Kompression anderer Daten, z. B. die Zeichen eines Textes verwendet werden.</w:t>
      </w:r>
    </w:p>
    <w:p w14:paraId="3918DF06" w14:textId="777E0477" w:rsidR="006353DA" w:rsidRDefault="006353DA" w:rsidP="00970575">
      <w:r w:rsidRPr="00360698">
        <w:rPr>
          <w:b/>
          <w:bCs/>
        </w:rPr>
        <w:t>Aufgabe</w:t>
      </w:r>
      <w:r w:rsidR="00F90F51" w:rsidRPr="00360698">
        <w:rPr>
          <w:b/>
          <w:bCs/>
        </w:rPr>
        <w:t xml:space="preserve"> </w:t>
      </w:r>
      <w:r w:rsidR="00060A41">
        <w:rPr>
          <w:b/>
          <w:bCs/>
        </w:rPr>
        <w:t>7</w:t>
      </w:r>
      <w:r w:rsidRPr="00360698">
        <w:rPr>
          <w:b/>
          <w:bCs/>
        </w:rPr>
        <w:t>:</w:t>
      </w:r>
      <w:r>
        <w:t xml:space="preserve"> Ergänzen Sie in der Tabelle </w:t>
      </w:r>
      <w:r w:rsidR="00060A41">
        <w:t>2</w:t>
      </w:r>
      <w:r>
        <w:t xml:space="preserve"> </w:t>
      </w:r>
      <w:r w:rsidR="00F90F51">
        <w:t>in der rechten Spalte den Huffman-Code der einzelnen Farben entsprechend dem Huffmann-Baum in Abb</w:t>
      </w:r>
      <w:r w:rsidR="009B74D7">
        <w:t>ildung</w:t>
      </w:r>
      <w:r w:rsidR="00F90F51">
        <w:t xml:space="preserve"> 1</w:t>
      </w:r>
      <w:r w:rsidR="009B74D7">
        <w:t>.</w:t>
      </w:r>
    </w:p>
    <w:p w14:paraId="2BD576E4" w14:textId="5D2AB7CB" w:rsidR="009A2484" w:rsidRDefault="00F90F51" w:rsidP="00622C9D">
      <w:pPr>
        <w:spacing w:after="0"/>
      </w:pPr>
      <w:r w:rsidRPr="00360698">
        <w:rPr>
          <w:b/>
          <w:bCs/>
        </w:rPr>
        <w:t xml:space="preserve">Aufgabe </w:t>
      </w:r>
      <w:r w:rsidR="00060A41">
        <w:rPr>
          <w:b/>
          <w:bCs/>
        </w:rPr>
        <w:t>8</w:t>
      </w:r>
      <w:r w:rsidRPr="00360698">
        <w:rPr>
          <w:b/>
          <w:bCs/>
        </w:rPr>
        <w:t>:</w:t>
      </w:r>
      <w:r>
        <w:t xml:space="preserve"> </w:t>
      </w:r>
    </w:p>
    <w:p w14:paraId="422CBBC2" w14:textId="39366B5D" w:rsidR="00F90F51" w:rsidRDefault="00F90F51" w:rsidP="007312BF">
      <w:pPr>
        <w:pStyle w:val="Listenabsatz"/>
        <w:numPr>
          <w:ilvl w:val="0"/>
          <w:numId w:val="29"/>
        </w:numPr>
        <w:jc w:val="both"/>
      </w:pPr>
      <w:bookmarkStart w:id="20" w:name="_Hlk121234846"/>
      <w:r>
        <w:t>D</w:t>
      </w:r>
      <w:r w:rsidR="007312BF">
        <w:t xml:space="preserve">ie Bitfolge </w:t>
      </w:r>
      <w:r w:rsidR="007312BF" w:rsidRPr="007312BF">
        <w:t>010010010010010110110111</w:t>
      </w:r>
      <w:r>
        <w:t xml:space="preserve"> </w:t>
      </w:r>
      <w:r w:rsidR="007312BF">
        <w:t>ist</w:t>
      </w:r>
      <w:r>
        <w:t xml:space="preserve"> die Huffman-Codierung einer Zeile des Bildes</w:t>
      </w:r>
      <w:r w:rsidR="004F28F5">
        <w:t xml:space="preserve"> B</w:t>
      </w:r>
      <w:r w:rsidR="007312BF">
        <w:t>.</w:t>
      </w:r>
      <w:r>
        <w:t xml:space="preserve"> Decodieren Sie die Farben mithilfe des Huffman-Baums in Abb</w:t>
      </w:r>
      <w:r w:rsidR="007312BF">
        <w:t>ildung</w:t>
      </w:r>
      <w:r>
        <w:t xml:space="preserve"> 1, um herauszufinden, um welche Zeile es sich handelt.</w:t>
      </w:r>
    </w:p>
    <w:p w14:paraId="0680DD6E" w14:textId="4D6C09C2" w:rsidR="009A2484" w:rsidRDefault="009A2484" w:rsidP="009A2484">
      <w:pPr>
        <w:pStyle w:val="Listenabsatz"/>
        <w:numPr>
          <w:ilvl w:val="0"/>
          <w:numId w:val="29"/>
        </w:numPr>
      </w:pPr>
      <w:bookmarkStart w:id="21" w:name="_Hlk121234890"/>
      <w:bookmarkStart w:id="22" w:name="_Hlk207981666"/>
      <w:bookmarkEnd w:id="20"/>
      <w:r>
        <w:t xml:space="preserve">Berechnen Sie die </w:t>
      </w:r>
      <w:r w:rsidR="000E6EDB">
        <w:t>prozentuale Datenersparnis</w:t>
      </w:r>
      <w:r>
        <w:t>, die sich ergibt, wenn das Bild B mit dem Huffman-Code aus Abb</w:t>
      </w:r>
      <w:r w:rsidR="007312BF">
        <w:t>ildung</w:t>
      </w:r>
      <w:r>
        <w:t xml:space="preserve"> 1 statt </w:t>
      </w:r>
      <w:r w:rsidR="000E6EDB">
        <w:t xml:space="preserve">mit </w:t>
      </w:r>
      <w:r>
        <w:t xml:space="preserve">3 Bit pro Farbe </w:t>
      </w:r>
      <w:r w:rsidR="007312BF">
        <w:t xml:space="preserve">bzw. Pixel </w:t>
      </w:r>
      <w:r>
        <w:t>codiert wird.</w:t>
      </w:r>
      <w:bookmarkEnd w:id="21"/>
      <w:r>
        <w:t xml:space="preserve"> </w:t>
      </w:r>
    </w:p>
    <w:bookmarkEnd w:id="22"/>
    <w:p w14:paraId="2CD112F9" w14:textId="2A313CE0" w:rsidR="00F90F51" w:rsidRDefault="00F90F51" w:rsidP="00970575">
      <w:r w:rsidRPr="00360698">
        <w:rPr>
          <w:b/>
          <w:bCs/>
        </w:rPr>
        <w:t xml:space="preserve">Aufgabe </w:t>
      </w:r>
      <w:r w:rsidR="00060A41">
        <w:rPr>
          <w:b/>
          <w:bCs/>
        </w:rPr>
        <w:t>9</w:t>
      </w:r>
      <w:bookmarkStart w:id="23" w:name="_Hlk207981956"/>
      <w:r w:rsidRPr="00360698">
        <w:rPr>
          <w:b/>
          <w:bCs/>
        </w:rPr>
        <w:t>:</w:t>
      </w:r>
      <w:r>
        <w:t xml:space="preserve"> Beim Erstellen des Huffman-Baums</w:t>
      </w:r>
      <w:r w:rsidR="000E6EDB">
        <w:t xml:space="preserve"> in Abbildung 1</w:t>
      </w:r>
      <w:r>
        <w:t xml:space="preserve"> wurde an einer Stelle eine Zufallsentscheidung getroffen. Identifizieren Sie die Stelle und geben Sie an, wie der Huffman-Baum aussieht, wenn an diese</w:t>
      </w:r>
      <w:r w:rsidR="000F5D2D">
        <w:t>r</w:t>
      </w:r>
      <w:r>
        <w:t xml:space="preserve"> Stelle anders entschieden wird.</w:t>
      </w:r>
      <w:bookmarkEnd w:id="23"/>
    </w:p>
    <w:p w14:paraId="43E0B4F5" w14:textId="3DF9217D" w:rsidR="005318F0" w:rsidRDefault="00F90F51" w:rsidP="000E6EDB">
      <w:pPr>
        <w:rPr>
          <w:b/>
          <w:bCs/>
        </w:rPr>
      </w:pPr>
      <w:r w:rsidRPr="00360698">
        <w:rPr>
          <w:b/>
          <w:bCs/>
        </w:rPr>
        <w:t xml:space="preserve">Aufgabe </w:t>
      </w:r>
      <w:r w:rsidR="00060A41">
        <w:rPr>
          <w:b/>
          <w:bCs/>
        </w:rPr>
        <w:t>10</w:t>
      </w:r>
      <w:r w:rsidRPr="00360698">
        <w:rPr>
          <w:b/>
          <w:bCs/>
        </w:rPr>
        <w:t>:</w:t>
      </w:r>
      <w:bookmarkStart w:id="24" w:name="_Hlk92133835"/>
      <w:r>
        <w:t xml:space="preserve"> </w:t>
      </w:r>
      <w:r w:rsidR="00D6733D">
        <w:t xml:space="preserve">Ist die Erstellung eines </w:t>
      </w:r>
      <w:r w:rsidR="00140DF2">
        <w:t xml:space="preserve">Huffman-Baums </w:t>
      </w:r>
      <w:r w:rsidR="00D6733D">
        <w:t xml:space="preserve">auch </w:t>
      </w:r>
      <w:r w:rsidR="00140DF2">
        <w:t xml:space="preserve">für die Bilder A, C und D </w:t>
      </w:r>
      <w:r w:rsidR="000F5D2D">
        <w:t xml:space="preserve">auf Seite 1 </w:t>
      </w:r>
      <w:r w:rsidR="00140DF2">
        <w:t>sinnvoll</w:t>
      </w:r>
      <w:r w:rsidR="00D6733D">
        <w:t>? Begründen Sie jeweils.</w:t>
      </w:r>
      <w:bookmarkEnd w:id="24"/>
      <w:r w:rsidR="005318F0">
        <w:rPr>
          <w:b/>
          <w:bCs/>
        </w:rPr>
        <w:br w:type="page"/>
      </w:r>
    </w:p>
    <w:p w14:paraId="0B636C12" w14:textId="4D6C03F5" w:rsidR="007D70C1" w:rsidRDefault="00947C2A" w:rsidP="007D70C1">
      <w:pPr>
        <w:spacing w:after="0"/>
        <w:rPr>
          <w:b/>
          <w:bCs/>
        </w:rPr>
      </w:pPr>
      <w:r w:rsidRPr="00360698">
        <w:rPr>
          <w:b/>
          <w:bCs/>
        </w:rPr>
        <w:lastRenderedPageBreak/>
        <w:t xml:space="preserve">Aufgabe </w:t>
      </w:r>
      <w:r w:rsidR="009B74D7">
        <w:rPr>
          <w:b/>
          <w:bCs/>
        </w:rPr>
        <w:t>1</w:t>
      </w:r>
      <w:r w:rsidR="00060A41">
        <w:rPr>
          <w:b/>
          <w:bCs/>
        </w:rPr>
        <w:t>1</w:t>
      </w:r>
      <w:r w:rsidRPr="00360698">
        <w:rPr>
          <w:b/>
          <w:bCs/>
        </w:rPr>
        <w:t>:</w:t>
      </w:r>
    </w:p>
    <w:p w14:paraId="32F52C1D" w14:textId="460BEC41" w:rsidR="00947C2A" w:rsidRDefault="00947C2A" w:rsidP="007D70C1">
      <w:pPr>
        <w:pStyle w:val="Listenabsatz"/>
        <w:numPr>
          <w:ilvl w:val="0"/>
          <w:numId w:val="27"/>
        </w:numPr>
      </w:pPr>
      <w:r>
        <w:t>Erstellen Sie für das Bild in Abbildung 2 einen Huffman-Baum</w:t>
      </w:r>
      <w:r w:rsidR="007D70C1">
        <w:t>.</w:t>
      </w:r>
    </w:p>
    <w:p w14:paraId="230B2037" w14:textId="0531F2C5" w:rsidR="00947C2A" w:rsidRDefault="00947C2A" w:rsidP="007D70C1">
      <w:pPr>
        <w:pStyle w:val="Listenabsatz"/>
        <w:numPr>
          <w:ilvl w:val="0"/>
          <w:numId w:val="27"/>
        </w:numPr>
      </w:pPr>
      <w:r>
        <w:t>Erstellen Sie die Huffman-Codierung der zweiten Zeile des Bildes.</w:t>
      </w:r>
    </w:p>
    <w:p w14:paraId="21B68DE4" w14:textId="137DEF22" w:rsidR="004311FA" w:rsidRDefault="004311FA" w:rsidP="007D70C1">
      <w:pPr>
        <w:pStyle w:val="Listenabsatz"/>
        <w:numPr>
          <w:ilvl w:val="0"/>
          <w:numId w:val="27"/>
        </w:numPr>
      </w:pPr>
      <w:bookmarkStart w:id="25" w:name="_Hlk92135476"/>
      <w:bookmarkStart w:id="26" w:name="_Hlk207982254"/>
      <w:r>
        <w:t xml:space="preserve">Berechnen Sie die </w:t>
      </w:r>
      <w:r w:rsidR="000E6EDB">
        <w:t>prozentuale Datenersparnis</w:t>
      </w:r>
      <w:r>
        <w:t>, die sich ergibt, wenn das Bild in Abb</w:t>
      </w:r>
      <w:r w:rsidR="00BA4C47">
        <w:t>ildung</w:t>
      </w:r>
      <w:r>
        <w:t xml:space="preserve"> 2 mit </w:t>
      </w:r>
      <w:r w:rsidR="009A2484">
        <w:t>Ihrem</w:t>
      </w:r>
      <w:r>
        <w:t xml:space="preserve"> Huffman-Code statt </w:t>
      </w:r>
      <w:r w:rsidR="000E6EDB">
        <w:t xml:space="preserve">mit </w:t>
      </w:r>
      <w:r>
        <w:t>3 Bit pro Farbe</w:t>
      </w:r>
      <w:r w:rsidR="00BA4C47">
        <w:t xml:space="preserve"> bzw. Pixel</w:t>
      </w:r>
      <w:r>
        <w:t xml:space="preserve"> codiert wird.</w:t>
      </w:r>
      <w:bookmarkEnd w:id="26"/>
      <w:r>
        <w:t xml:space="preserve"> </w:t>
      </w:r>
    </w:p>
    <w:p w14:paraId="455ECC51" w14:textId="010E6CBD" w:rsidR="00CF42FA" w:rsidRDefault="007D70C1" w:rsidP="004311FA">
      <w:pPr>
        <w:pStyle w:val="Listenabsatz"/>
        <w:numPr>
          <w:ilvl w:val="0"/>
          <w:numId w:val="27"/>
        </w:numPr>
      </w:pPr>
      <w:bookmarkStart w:id="27" w:name="_Hlk121235750"/>
      <w:bookmarkEnd w:id="25"/>
      <w:r>
        <w:t xml:space="preserve">Begründen Sie, dass der Huffman-Baum, den Sie </w:t>
      </w:r>
      <w:r w:rsidR="00BA4C47">
        <w:t xml:space="preserve">für das Bild in Abbildung 2 </w:t>
      </w:r>
      <w:r>
        <w:t xml:space="preserve">erstellt haben, ungeeignet ist, um das Bild in Abbildung 3 </w:t>
      </w:r>
      <w:r w:rsidR="00BA4C47">
        <w:t xml:space="preserve">effizient </w:t>
      </w:r>
      <w:r>
        <w:t>zu codieren.</w:t>
      </w:r>
    </w:p>
    <w:tbl>
      <w:tblPr>
        <w:tblStyle w:val="Tabellenraster"/>
        <w:tblpPr w:leftFromText="141" w:rightFromText="141" w:vertAnchor="text" w:horzAnchor="page" w:tblpX="1870" w:tblpY="35"/>
        <w:tblOverlap w:val="never"/>
        <w:tblW w:w="0" w:type="auto"/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140DF2" w14:paraId="73D17978" w14:textId="77777777" w:rsidTr="005318F0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bookmarkEnd w:id="27"/>
          <w:p w14:paraId="684FCCC8" w14:textId="32EE0060" w:rsidR="00140DF2" w:rsidRPr="00F240E8" w:rsidRDefault="003A742D" w:rsidP="005318F0"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&lt;</w:t>
            </w:r>
          </w:p>
        </w:tc>
        <w:tc>
          <w:tcPr>
            <w:tcW w:w="227" w:type="dxa"/>
            <w:shd w:val="clear" w:color="auto" w:fill="D9E2F3" w:themeFill="accent1" w:themeFillTint="33"/>
          </w:tcPr>
          <w:p w14:paraId="5870147C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5ECEC53E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D71C074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4FF0EF5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6919D3B6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1EDBCC6E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13E4D3B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E25D64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0C996557" w14:textId="6F9142A1" w:rsidR="00140DF2" w:rsidRPr="00F240E8" w:rsidRDefault="003A742D" w:rsidP="005318F0"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  <w:t>&lt;</w:t>
            </w:r>
          </w:p>
        </w:tc>
      </w:tr>
      <w:tr w:rsidR="00947C2A" w14:paraId="77CC22D7" w14:textId="77777777" w:rsidTr="005318F0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p w14:paraId="462DD9A5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68035BE4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63E92892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02C654B7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0DACA4A2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3349E84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04B1F943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3AB42182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B764B79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43A333A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</w:tr>
      <w:tr w:rsidR="00947C2A" w14:paraId="5D3A59F4" w14:textId="77777777" w:rsidTr="005318F0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p w14:paraId="6D618C29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524AFD0D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21DAB4D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5E576847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5A484807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22002563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AA70F9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760D2E40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72B441C3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084BC11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</w:tr>
      <w:tr w:rsidR="00140DF2" w14:paraId="14861502" w14:textId="77777777" w:rsidTr="005318F0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p w14:paraId="2299C8FF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00C0B2EF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B9D3B8F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5A02DAC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A8F0298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1B634AF3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4B3F1BED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4F1F3028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A875F4C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65FCE9C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</w:tr>
      <w:tr w:rsidR="00140DF2" w14:paraId="6172573F" w14:textId="77777777" w:rsidTr="005318F0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p w14:paraId="76E0BB80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26860C2C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F8DB265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7A01D8A7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33E18A8F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6E8D6E95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42D833C7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B4737A0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62DE943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5A5A9E28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</w:tr>
      <w:tr w:rsidR="00140DF2" w14:paraId="2B7C4F37" w14:textId="77777777" w:rsidTr="005318F0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p w14:paraId="7A89E93E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17C5FC2B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2167AEDA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21ABA1A3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9CC2E5" w:themeFill="accent5" w:themeFillTint="99"/>
          </w:tcPr>
          <w:p w14:paraId="5064A5C8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9CC2E5" w:themeFill="accent5" w:themeFillTint="99"/>
          </w:tcPr>
          <w:p w14:paraId="4038D30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5F03B609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2C6B6DF5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0661F0E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58C227C3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</w:tr>
      <w:tr w:rsidR="00140DF2" w14:paraId="6CD0B553" w14:textId="77777777" w:rsidTr="005318F0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p w14:paraId="5AF7AF9F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6B193AE7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41F5AF72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09588840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246FBEF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6DFCE629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1A169F18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70E21A48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2D172FB2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6D8D9D19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</w:tr>
      <w:tr w:rsidR="00140DF2" w14:paraId="300C821F" w14:textId="77777777" w:rsidTr="005318F0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p w14:paraId="1DC92B10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4985CCAB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D099D6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64E7633C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1BD6DC33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1CCA5D7B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1A71001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7C1C517B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656EDC8F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691043F8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</w:tr>
      <w:tr w:rsidR="00140DF2" w14:paraId="0E40127E" w14:textId="77777777" w:rsidTr="005318F0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p w14:paraId="6AE8B0DB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BD5BA57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515A9450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1AF8B2E2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51F33834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7AC0144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35D5FB00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6D0AEC5D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571AA2EC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3E90A62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</w:tr>
      <w:tr w:rsidR="00140DF2" w14:paraId="3F58A32E" w14:textId="77777777" w:rsidTr="005318F0">
        <w:trPr>
          <w:trHeight w:val="227"/>
        </w:trPr>
        <w:tc>
          <w:tcPr>
            <w:tcW w:w="227" w:type="dxa"/>
            <w:shd w:val="clear" w:color="auto" w:fill="D9E2F3" w:themeFill="accent1" w:themeFillTint="33"/>
          </w:tcPr>
          <w:p w14:paraId="4B122ACA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13005802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F3D094A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339A1714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97420C6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71A22D9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0B7AD49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217F83D1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3F0A88B" w14:textId="77777777" w:rsidR="00140DF2" w:rsidRPr="00F240E8" w:rsidRDefault="00140DF2" w:rsidP="005318F0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9E2F3" w:themeFill="accent1" w:themeFillTint="33"/>
          </w:tcPr>
          <w:p w14:paraId="327EA3A4" w14:textId="77777777" w:rsidR="00140DF2" w:rsidRPr="00F240E8" w:rsidRDefault="00140DF2" w:rsidP="005318F0">
            <w:pPr>
              <w:keepNext/>
              <w:rPr>
                <w:sz w:val="2"/>
                <w:szCs w:val="2"/>
              </w:rPr>
            </w:pPr>
          </w:p>
        </w:tc>
      </w:tr>
    </w:tbl>
    <w:tbl>
      <w:tblPr>
        <w:tblStyle w:val="Tabellenraster"/>
        <w:tblpPr w:leftFromText="141" w:rightFromText="141" w:vertAnchor="text" w:horzAnchor="margin" w:tblpXSpec="center" w:tblpY="-1"/>
        <w:tblOverlap w:val="never"/>
        <w:tblW w:w="0" w:type="auto"/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3A742D" w14:paraId="3021F693" w14:textId="77777777" w:rsidTr="003A742D">
        <w:trPr>
          <w:trHeight w:val="227"/>
        </w:trPr>
        <w:tc>
          <w:tcPr>
            <w:tcW w:w="227" w:type="dxa"/>
            <w:shd w:val="clear" w:color="auto" w:fill="DEEAF6" w:themeFill="accent5" w:themeFillTint="33"/>
          </w:tcPr>
          <w:p w14:paraId="470F137A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86B0AA9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D84B8FB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57B948E1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7A2DB574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46971B8D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E08C62B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1A72036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38B8120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EEAF6" w:themeFill="accent5" w:themeFillTint="33"/>
          </w:tcPr>
          <w:p w14:paraId="39E5635F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</w:tr>
      <w:tr w:rsidR="003A742D" w14:paraId="38063EFC" w14:textId="77777777" w:rsidTr="003A742D">
        <w:trPr>
          <w:trHeight w:val="227"/>
        </w:trPr>
        <w:tc>
          <w:tcPr>
            <w:tcW w:w="227" w:type="dxa"/>
            <w:shd w:val="clear" w:color="auto" w:fill="FFC000" w:themeFill="accent4"/>
          </w:tcPr>
          <w:p w14:paraId="21FD2EAF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9CC2E5" w:themeFill="accent5" w:themeFillTint="99"/>
          </w:tcPr>
          <w:p w14:paraId="08F4BBC8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FD490B8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08C0AB01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626CF5C4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091D4715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433CB32A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0AB2377D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9CC2E5" w:themeFill="accent5" w:themeFillTint="99"/>
          </w:tcPr>
          <w:p w14:paraId="72077918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3BD80E3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</w:tr>
      <w:tr w:rsidR="003A742D" w14:paraId="24D8022D" w14:textId="77777777" w:rsidTr="003A742D">
        <w:trPr>
          <w:trHeight w:val="227"/>
        </w:trPr>
        <w:tc>
          <w:tcPr>
            <w:tcW w:w="227" w:type="dxa"/>
            <w:shd w:val="clear" w:color="auto" w:fill="FFC000" w:themeFill="accent4"/>
          </w:tcPr>
          <w:p w14:paraId="62AB1E10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59AD47D1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67A90E5D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5B990623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188D4C53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7FB5DD4C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7EF7A1F2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7D0CAC22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6A3491DB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7DCC61FC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</w:tr>
      <w:tr w:rsidR="003A742D" w14:paraId="130DAA25" w14:textId="77777777" w:rsidTr="003A742D">
        <w:trPr>
          <w:trHeight w:val="227"/>
        </w:trPr>
        <w:tc>
          <w:tcPr>
            <w:tcW w:w="227" w:type="dxa"/>
            <w:shd w:val="clear" w:color="auto" w:fill="FFC000" w:themeFill="accent4"/>
          </w:tcPr>
          <w:p w14:paraId="0DD8351E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3A7A7F4A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87206FD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1982C7DE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493A4CB7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5C9DE3BE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3036D301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4249A52E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1E52AB0F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64790DA7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</w:tr>
      <w:tr w:rsidR="003A742D" w14:paraId="79C68D92" w14:textId="77777777" w:rsidTr="003A742D">
        <w:trPr>
          <w:trHeight w:val="227"/>
        </w:trPr>
        <w:tc>
          <w:tcPr>
            <w:tcW w:w="227" w:type="dxa"/>
            <w:shd w:val="clear" w:color="auto" w:fill="FFC000" w:themeFill="accent4"/>
          </w:tcPr>
          <w:p w14:paraId="0E450531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08E4E1AD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4FB25827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07ECB3C0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1EB88F97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2969483B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4704D800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1FDF464D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5398CAB1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7A4D686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</w:tr>
      <w:tr w:rsidR="003A742D" w14:paraId="24FED42C" w14:textId="77777777" w:rsidTr="003A742D">
        <w:trPr>
          <w:trHeight w:val="227"/>
        </w:trPr>
        <w:tc>
          <w:tcPr>
            <w:tcW w:w="227" w:type="dxa"/>
            <w:shd w:val="clear" w:color="auto" w:fill="FFC000" w:themeFill="accent4"/>
          </w:tcPr>
          <w:p w14:paraId="51321166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08D25D89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95AFE54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02DBA0C8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3EB3B7FA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0000"/>
          </w:tcPr>
          <w:p w14:paraId="0FA5C8D1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6615BFFB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6B72FA04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34EE52A1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35E4C8F9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</w:tr>
      <w:tr w:rsidR="003A742D" w14:paraId="67414D44" w14:textId="77777777" w:rsidTr="003A742D">
        <w:trPr>
          <w:trHeight w:val="227"/>
        </w:trPr>
        <w:tc>
          <w:tcPr>
            <w:tcW w:w="227" w:type="dxa"/>
            <w:shd w:val="clear" w:color="auto" w:fill="FFC000" w:themeFill="accent4"/>
          </w:tcPr>
          <w:p w14:paraId="5F1E5C0C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ABE1DD0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5A8A8C27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102F9AF9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0D58FE07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2A161588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FFFF" w:themeFill="background1"/>
          </w:tcPr>
          <w:p w14:paraId="2C44C4B8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653B972A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3A231BAC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6FE96129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</w:tr>
      <w:tr w:rsidR="003A742D" w14:paraId="2A0DE24F" w14:textId="77777777" w:rsidTr="003A742D">
        <w:trPr>
          <w:trHeight w:val="227"/>
        </w:trPr>
        <w:tc>
          <w:tcPr>
            <w:tcW w:w="227" w:type="dxa"/>
            <w:shd w:val="clear" w:color="auto" w:fill="FFC000" w:themeFill="accent4"/>
          </w:tcPr>
          <w:p w14:paraId="4F3E0EC8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1AC9E9C6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4F19FF9C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336FE3BB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66805187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63C484A7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521E7FE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000000" w:themeFill="text1"/>
          </w:tcPr>
          <w:p w14:paraId="00CDAF47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6DC9EC84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768366DB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</w:tr>
      <w:tr w:rsidR="003A742D" w14:paraId="4776868E" w14:textId="77777777" w:rsidTr="003A742D">
        <w:trPr>
          <w:trHeight w:val="227"/>
        </w:trPr>
        <w:tc>
          <w:tcPr>
            <w:tcW w:w="227" w:type="dxa"/>
            <w:shd w:val="clear" w:color="auto" w:fill="FFC000" w:themeFill="accent4"/>
          </w:tcPr>
          <w:p w14:paraId="71AFC930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9CC2E5" w:themeFill="accent5" w:themeFillTint="99"/>
          </w:tcPr>
          <w:p w14:paraId="7FC62421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6F650331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11385CB9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3A49EAAB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40BC6435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165D270A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0EAF5FAF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9CC2E5" w:themeFill="accent5" w:themeFillTint="99"/>
          </w:tcPr>
          <w:p w14:paraId="78F68720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24AACC90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</w:tr>
      <w:tr w:rsidR="003A742D" w14:paraId="188F6DB7" w14:textId="77777777" w:rsidTr="003A742D">
        <w:trPr>
          <w:trHeight w:val="227"/>
        </w:trPr>
        <w:tc>
          <w:tcPr>
            <w:tcW w:w="227" w:type="dxa"/>
            <w:shd w:val="clear" w:color="auto" w:fill="DEEAF6" w:themeFill="accent5" w:themeFillTint="33"/>
          </w:tcPr>
          <w:p w14:paraId="2914D20D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1ECAF5BF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6B425CA0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6BE867D3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4DE3F3AD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3D080E96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7924690E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04DF32C1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FFC000" w:themeFill="accent4"/>
          </w:tcPr>
          <w:p w14:paraId="01AAC28D" w14:textId="77777777" w:rsidR="003A742D" w:rsidRPr="00F240E8" w:rsidRDefault="003A742D" w:rsidP="003A742D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shd w:val="clear" w:color="auto" w:fill="DEEAF6" w:themeFill="accent5" w:themeFillTint="33"/>
          </w:tcPr>
          <w:p w14:paraId="0EF643B0" w14:textId="77777777" w:rsidR="003A742D" w:rsidRPr="00F240E8" w:rsidRDefault="003A742D" w:rsidP="003A742D">
            <w:pPr>
              <w:keepNext/>
              <w:rPr>
                <w:sz w:val="2"/>
                <w:szCs w:val="2"/>
              </w:rPr>
            </w:pPr>
          </w:p>
        </w:tc>
      </w:tr>
    </w:tbl>
    <w:p w14:paraId="11CD3EAA" w14:textId="7EBC0DE3" w:rsidR="00140DF2" w:rsidRDefault="00140DF2" w:rsidP="00970575"/>
    <w:p w14:paraId="0F6DCA1C" w14:textId="01EF4567" w:rsidR="007D70C1" w:rsidRDefault="007D70C1" w:rsidP="00970575"/>
    <w:p w14:paraId="534640DB" w14:textId="77777777" w:rsidR="007D70C1" w:rsidRDefault="007D70C1" w:rsidP="00970575"/>
    <w:p w14:paraId="66069109" w14:textId="77777777" w:rsidR="00140DF2" w:rsidRDefault="00140DF2" w:rsidP="00970575"/>
    <w:p w14:paraId="5DBB2D56" w14:textId="024DEBD7" w:rsidR="00657951" w:rsidRDefault="00657951" w:rsidP="00970575"/>
    <w:p w14:paraId="2592081F" w14:textId="1661CFC6" w:rsidR="00657951" w:rsidRDefault="00657951" w:rsidP="00970575"/>
    <w:p w14:paraId="26623E24" w14:textId="5DCB23CC" w:rsidR="004311FA" w:rsidRPr="00A261FC" w:rsidRDefault="004311FA" w:rsidP="005318F0">
      <w:pPr>
        <w:pStyle w:val="Beschriftung"/>
        <w:framePr w:hSpace="141" w:wrap="around" w:vAnchor="text" w:hAnchor="page" w:x="1859" w:y="225"/>
        <w:suppressOverlap/>
        <w:rPr>
          <w:i w:val="0"/>
          <w:iCs w:val="0"/>
        </w:rPr>
      </w:pPr>
      <w:r w:rsidRPr="00A261FC">
        <w:rPr>
          <w:rStyle w:val="UnterschriftINFSIIZchn"/>
          <w:i/>
          <w:iCs/>
        </w:rPr>
        <w:t xml:space="preserve">Abbildung </w:t>
      </w:r>
      <w:r w:rsidRPr="00A261FC">
        <w:rPr>
          <w:rStyle w:val="UnterschriftINFSIIZchn"/>
          <w:i/>
          <w:iCs/>
        </w:rPr>
        <w:fldChar w:fldCharType="begin"/>
      </w:r>
      <w:r w:rsidRPr="00A261FC">
        <w:rPr>
          <w:rStyle w:val="UnterschriftINFSIIZchn"/>
          <w:i/>
          <w:iCs/>
        </w:rPr>
        <w:instrText xml:space="preserve"> SEQ Abbildung \* ARABIC </w:instrText>
      </w:r>
      <w:r w:rsidRPr="00A261FC">
        <w:rPr>
          <w:rStyle w:val="UnterschriftINFSIIZchn"/>
          <w:i/>
          <w:iCs/>
        </w:rPr>
        <w:fldChar w:fldCharType="separate"/>
      </w:r>
      <w:r w:rsidR="00D33199">
        <w:rPr>
          <w:rStyle w:val="UnterschriftINFSIIZchn"/>
          <w:i/>
          <w:iCs/>
          <w:noProof/>
        </w:rPr>
        <w:t>2</w:t>
      </w:r>
      <w:r w:rsidRPr="00A261FC">
        <w:rPr>
          <w:rStyle w:val="UnterschriftINFSIIZchn"/>
          <w:i/>
          <w:iCs/>
        </w:rPr>
        <w:fldChar w:fldCharType="end"/>
      </w:r>
      <w:r w:rsidRPr="00A261FC">
        <w:rPr>
          <w:rStyle w:val="UnterschriftINFSIIZchn"/>
          <w:i/>
          <w:iCs/>
        </w:rPr>
        <w:t xml:space="preserve">: Bild zu Aufgabe </w:t>
      </w:r>
      <w:r w:rsidR="005318F0">
        <w:rPr>
          <w:rStyle w:val="UnterschriftINFSIIZchn"/>
          <w:i/>
          <w:iCs/>
        </w:rPr>
        <w:t>11</w:t>
      </w:r>
      <w:r w:rsidRPr="00A261FC">
        <w:rPr>
          <w:rStyle w:val="UnterschriftINFSIIZchn"/>
          <w:i/>
          <w:iCs/>
        </w:rPr>
        <w:t>a</w:t>
      </w:r>
      <w:r w:rsidR="005318F0">
        <w:rPr>
          <w:rStyle w:val="UnterschriftINFSIIZchn"/>
          <w:i/>
          <w:iCs/>
        </w:rPr>
        <w:t xml:space="preserve"> bis c</w:t>
      </w:r>
    </w:p>
    <w:p w14:paraId="15D4937F" w14:textId="73808E12" w:rsidR="006648EC" w:rsidRDefault="00A261FC" w:rsidP="0097057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3A0EA16" wp14:editId="5FDCD997">
                <wp:simplePos x="0" y="0"/>
                <wp:positionH relativeFrom="column">
                  <wp:posOffset>2150110</wp:posOffset>
                </wp:positionH>
                <wp:positionV relativeFrom="paragraph">
                  <wp:posOffset>128270</wp:posOffset>
                </wp:positionV>
                <wp:extent cx="1866900" cy="259080"/>
                <wp:effectExtent l="0" t="0" r="0" b="762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259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C11C3" w14:textId="25288889" w:rsidR="003A742D" w:rsidRDefault="003A742D" w:rsidP="005318F0">
                            <w:pPr>
                              <w:pStyle w:val="UnterschriftINFSII"/>
                              <w:spacing w:after="0"/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D33199">
                                <w:rPr>
                                  <w:noProof/>
                                </w:rPr>
                                <w:t>3</w:t>
                              </w:r>
                            </w:fldSimple>
                            <w:r>
                              <w:t xml:space="preserve">: Bild zu Aufgabe </w:t>
                            </w:r>
                            <w:r w:rsidR="005318F0">
                              <w:t>11</w:t>
                            </w:r>
                            <w:r w:rsidR="00D36CE7">
                              <w:t>d</w:t>
                            </w:r>
                          </w:p>
                          <w:p w14:paraId="64CF5166" w14:textId="2465BA20" w:rsidR="003A742D" w:rsidRDefault="003A742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0EA16" id="Textfeld 2" o:spid="_x0000_s1046" type="#_x0000_t202" style="position:absolute;margin-left:169.3pt;margin-top:10.1pt;width:147pt;height:20.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" filled="f" stroked="f">
                <v:textbox inset="0,0,0,0">
                  <w:txbxContent>
                    <w:p w14:paraId="13EC11C3" w14:textId="25288889" w:rsidR="003A742D" w:rsidRDefault="003A742D" w:rsidP="005318F0">
                      <w:pPr>
                        <w:pStyle w:val="UnterschriftINFSII"/>
                        <w:spacing w:after="0"/>
                      </w:pPr>
                      <w:r>
                        <w:t xml:space="preserve">Abbildung </w:t>
                      </w:r>
                      <w:fldSimple w:instr=" SEQ Abbildung \* ARABIC ">
                        <w:r w:rsidR="00D33199">
                          <w:rPr>
                            <w:noProof/>
                          </w:rPr>
                          <w:t>3</w:t>
                        </w:r>
                      </w:fldSimple>
                      <w:r>
                        <w:t xml:space="preserve">: Bild zu Aufgabe </w:t>
                      </w:r>
                      <w:r w:rsidR="005318F0">
                        <w:t>11</w:t>
                      </w:r>
                      <w:r w:rsidR="00D36CE7">
                        <w:t>d</w:t>
                      </w:r>
                    </w:p>
                    <w:p w14:paraId="64CF5166" w14:textId="2465BA20" w:rsidR="003A742D" w:rsidRDefault="003A742D"/>
                  </w:txbxContent>
                </v:textbox>
                <w10:wrap type="square"/>
              </v:shape>
            </w:pict>
          </mc:Fallback>
        </mc:AlternateContent>
      </w:r>
    </w:p>
    <w:p w14:paraId="73DB0B95" w14:textId="24127789" w:rsidR="007D70C1" w:rsidRDefault="007D70C1" w:rsidP="00970575"/>
    <w:p w14:paraId="6C4079B0" w14:textId="5839F8DC" w:rsidR="006648EC" w:rsidRDefault="00A261FC" w:rsidP="00970575">
      <w:r w:rsidRPr="00A261FC">
        <w:rPr>
          <w:b/>
          <w:bCs/>
        </w:rPr>
        <w:t>Aufgabe 1</w:t>
      </w:r>
      <w:r w:rsidR="00060A41">
        <w:rPr>
          <w:b/>
          <w:bCs/>
        </w:rPr>
        <w:t>2</w:t>
      </w:r>
      <w:r w:rsidRPr="00A261FC">
        <w:rPr>
          <w:b/>
          <w:bCs/>
        </w:rPr>
        <w:t>:</w:t>
      </w:r>
      <w:r>
        <w:t xml:space="preserve"> Begründen Sie, dass es sich bei den hier vorgestellten Verfahren um verlustfreie Kompressionsverfahren handelt.</w:t>
      </w:r>
    </w:p>
    <w:p w14:paraId="0B164E9D" w14:textId="1679E6D2" w:rsidR="00A261FC" w:rsidRDefault="007B5975" w:rsidP="00293208">
      <w:pPr>
        <w:pStyle w:val="berschrift2"/>
        <w:rPr>
          <w:b/>
          <w:bCs/>
        </w:rPr>
      </w:pPr>
      <w:r w:rsidRPr="00293208">
        <w:rPr>
          <w:b/>
          <w:bCs/>
        </w:rPr>
        <w:t>Dateiformate für Bilder</w:t>
      </w:r>
    </w:p>
    <w:p w14:paraId="5D98C05B" w14:textId="610EF3E8" w:rsidR="00B7322D" w:rsidRPr="00B7322D" w:rsidRDefault="00B7322D" w:rsidP="005318F0">
      <w:pPr>
        <w:spacing w:after="120"/>
      </w:pPr>
      <w:r w:rsidRPr="00B7322D">
        <w:rPr>
          <w:b/>
          <w:bCs/>
        </w:rPr>
        <w:t>Aufgabe 1</w:t>
      </w:r>
      <w:bookmarkStart w:id="28" w:name="_Hlk121237821"/>
      <w:r w:rsidR="00060A41">
        <w:rPr>
          <w:b/>
          <w:bCs/>
        </w:rPr>
        <w:t>3</w:t>
      </w:r>
      <w:r w:rsidRPr="00B7322D">
        <w:rPr>
          <w:b/>
          <w:bCs/>
        </w:rPr>
        <w:t>:</w:t>
      </w:r>
      <w:r>
        <w:t xml:space="preserve"> Sammeln Sie Informationen, die in einer Bilddatei gespeichert sein müssen. Welche Aufgabe hat in diesem Zusammenhang das Dateiformat?</w:t>
      </w:r>
    </w:p>
    <w:bookmarkEnd w:id="28"/>
    <w:p w14:paraId="35FBE364" w14:textId="3D56C046" w:rsidR="00A261FC" w:rsidRDefault="007B5975" w:rsidP="00970575">
      <w:r>
        <w:t xml:space="preserve">Gängige Dateiformate für Bilder sind </w:t>
      </w:r>
      <w:r w:rsidR="00293208">
        <w:t xml:space="preserve">z. B. </w:t>
      </w:r>
      <w:r w:rsidRPr="000F5D2D">
        <w:rPr>
          <w:i/>
          <w:iCs/>
        </w:rPr>
        <w:t>jpg</w:t>
      </w:r>
      <w:r>
        <w:t xml:space="preserve">, </w:t>
      </w:r>
      <w:r w:rsidRPr="000F5D2D">
        <w:rPr>
          <w:i/>
          <w:iCs/>
        </w:rPr>
        <w:t>png</w:t>
      </w:r>
      <w:r>
        <w:t xml:space="preserve">, </w:t>
      </w:r>
      <w:r w:rsidRPr="000F5D2D">
        <w:rPr>
          <w:i/>
          <w:iCs/>
        </w:rPr>
        <w:t>gif</w:t>
      </w:r>
      <w:r>
        <w:t xml:space="preserve"> oder </w:t>
      </w:r>
      <w:r w:rsidRPr="000F5D2D">
        <w:rPr>
          <w:i/>
          <w:iCs/>
        </w:rPr>
        <w:t>bmp</w:t>
      </w:r>
      <w:r>
        <w:t>. Je nachdem welches Dateiformat beim Speichern eines Bildes verwendet wird, erfolgt eine mehr oder weniger starke Kompression der Daten. Häufig werden dabei verschiedene Verfahren</w:t>
      </w:r>
      <w:r w:rsidR="005E2A5A">
        <w:t>, sowohl verlustfreie als auch verlustbehaftete,</w:t>
      </w:r>
      <w:r>
        <w:t xml:space="preserve"> kombiniert. </w:t>
      </w:r>
      <w:r w:rsidR="00E0694D">
        <w:t xml:space="preserve">Meist spielt die Reduktion der Farbtiefe dabei eine Rolle. </w:t>
      </w:r>
      <w:r>
        <w:t>Manche Bildbearbeitungspro</w:t>
      </w:r>
      <w:r w:rsidR="00866383">
        <w:softHyphen/>
      </w:r>
      <w:r>
        <w:t xml:space="preserve">gramme bieten dem Anwender an, die Farbtiefe beim Speichern eines Bildes zu wählen. Das Format </w:t>
      </w:r>
      <w:r w:rsidRPr="000F5D2D">
        <w:rPr>
          <w:i/>
          <w:iCs/>
        </w:rPr>
        <w:t>gif</w:t>
      </w:r>
      <w:r>
        <w:t xml:space="preserve"> verwendet grundsätzlich eine maximale Farbtiefe von 8 Bit</w:t>
      </w:r>
      <w:r w:rsidR="00866383">
        <w:t>, wobei die 8 Bit den Farben anhand einer Tabelle zugeordnet werden</w:t>
      </w:r>
      <w:r>
        <w:t xml:space="preserve">. </w:t>
      </w:r>
    </w:p>
    <w:p w14:paraId="60D1E4D4" w14:textId="684689EE" w:rsidR="007B5975" w:rsidRDefault="00E0694D" w:rsidP="005318F0">
      <w:pPr>
        <w:spacing w:after="120"/>
      </w:pPr>
      <w:r>
        <w:t>D</w:t>
      </w:r>
      <w:r w:rsidR="005E2A5A">
        <w:t xml:space="preserve">ie </w:t>
      </w:r>
      <w:r w:rsidR="00293208">
        <w:t>Effektivität</w:t>
      </w:r>
      <w:r w:rsidR="005E2A5A">
        <w:t xml:space="preserve"> der Kompression </w:t>
      </w:r>
      <w:r>
        <w:t xml:space="preserve">hängt </w:t>
      </w:r>
      <w:r w:rsidR="005E2A5A">
        <w:t>nicht nur von dem verwendeten Verfahren, sondern auch von der Art des Bildes ab. Für digitale Fotos eignen sich andere Verfahren als für Grafiken.</w:t>
      </w:r>
    </w:p>
    <w:p w14:paraId="7B050223" w14:textId="1BA47D84" w:rsidR="005E2A5A" w:rsidRPr="00E0694D" w:rsidRDefault="005E2A5A" w:rsidP="000E6EDB">
      <w:pPr>
        <w:spacing w:after="0"/>
        <w:rPr>
          <w:b/>
          <w:bCs/>
        </w:rPr>
      </w:pPr>
      <w:r w:rsidRPr="00E0694D">
        <w:rPr>
          <w:b/>
          <w:bCs/>
        </w:rPr>
        <w:t>Aufgabe 1</w:t>
      </w:r>
      <w:r w:rsidR="00060A41">
        <w:rPr>
          <w:b/>
          <w:bCs/>
        </w:rPr>
        <w:t>4</w:t>
      </w:r>
      <w:r w:rsidRPr="00E0694D">
        <w:rPr>
          <w:b/>
          <w:bCs/>
        </w:rPr>
        <w:t>:</w:t>
      </w:r>
    </w:p>
    <w:p w14:paraId="2FF7D8AB" w14:textId="33F0AFB7" w:rsidR="005E2A5A" w:rsidRDefault="005E2A5A" w:rsidP="00A27899">
      <w:pPr>
        <w:pStyle w:val="Listenabsatz"/>
        <w:numPr>
          <w:ilvl w:val="0"/>
          <w:numId w:val="30"/>
        </w:numPr>
      </w:pPr>
      <w:r>
        <w:t xml:space="preserve">Der Ordner </w:t>
      </w:r>
      <w:r w:rsidRPr="00A27899">
        <w:rPr>
          <w:i/>
          <w:iCs/>
        </w:rPr>
        <w:t>Bilder_Aufgabe1</w:t>
      </w:r>
      <w:r w:rsidR="00060A41">
        <w:rPr>
          <w:i/>
          <w:iCs/>
        </w:rPr>
        <w:t>4</w:t>
      </w:r>
      <w:r>
        <w:t xml:space="preserve"> enthält </w:t>
      </w:r>
      <w:r w:rsidR="00A27899">
        <w:t>drei</w:t>
      </w:r>
      <w:r>
        <w:t xml:space="preserve"> verschiedene Bilder in unterschiedlichen Dateiformaten. </w:t>
      </w:r>
      <w:r w:rsidR="00E0694D">
        <w:t xml:space="preserve">Vergleichen </w:t>
      </w:r>
      <w:r w:rsidR="00B7322D">
        <w:t>S</w:t>
      </w:r>
      <w:r w:rsidR="00E0694D">
        <w:t xml:space="preserve">ie den Speicherbedarf der Bilder in den verschiedenen Formaten. </w:t>
      </w:r>
      <w:r>
        <w:t xml:space="preserve">Welches Dateiformat erzielt für das jeweilige Bild die beste Kompression? </w:t>
      </w:r>
    </w:p>
    <w:p w14:paraId="609FEAE7" w14:textId="4A8A12F9" w:rsidR="00A27899" w:rsidRDefault="00E0694D" w:rsidP="00A27899">
      <w:pPr>
        <w:pStyle w:val="Listenabsatz"/>
        <w:numPr>
          <w:ilvl w:val="0"/>
          <w:numId w:val="30"/>
        </w:numPr>
      </w:pPr>
      <w:r>
        <w:t xml:space="preserve">Wählen Sie ein eigenes Bild aus und speichern Sie es mithilfe eines Bildbearbeitungsprogramms in verschiedenen Dateiformaten ab. </w:t>
      </w:r>
      <w:r w:rsidR="00A27899">
        <w:t>Für welche Dateiformate können Sie die Farbtiefe wählen</w:t>
      </w:r>
      <w:bookmarkStart w:id="29" w:name="_Hlk48148046"/>
      <w:bookmarkStart w:id="30" w:name="_Hlk36642635"/>
      <w:r w:rsidR="00A27899">
        <w:t>?</w:t>
      </w:r>
    </w:p>
    <w:p w14:paraId="2E06B19A" w14:textId="171EE11D" w:rsidR="00B7322D" w:rsidRDefault="00B7322D" w:rsidP="00A27899">
      <w:pPr>
        <w:pStyle w:val="Listenabsatz"/>
        <w:numPr>
          <w:ilvl w:val="0"/>
          <w:numId w:val="30"/>
        </w:numPr>
      </w:pPr>
      <w:bookmarkStart w:id="31" w:name="_Hlk121238651"/>
      <w:r>
        <w:t xml:space="preserve">Beim Abspeichern eines Bildes im Format </w:t>
      </w:r>
      <w:r w:rsidRPr="00594B7E">
        <w:rPr>
          <w:i/>
          <w:iCs/>
        </w:rPr>
        <w:t>jpg</w:t>
      </w:r>
      <w:r>
        <w:t xml:space="preserve"> kann häufig die Qualität in Prozent </w:t>
      </w:r>
      <w:r w:rsidR="00594B7E">
        <w:t>gewählt</w:t>
      </w:r>
      <w:r>
        <w:t xml:space="preserve"> werden.</w:t>
      </w:r>
      <w:r w:rsidR="003E56A9">
        <w:t xml:space="preserve"> Speichern Sie ein Bild, z.</w:t>
      </w:r>
      <w:r w:rsidR="00594B7E">
        <w:t> </w:t>
      </w:r>
      <w:r w:rsidR="003E56A9">
        <w:t xml:space="preserve">B. Bild 2 aus dem Ordner </w:t>
      </w:r>
      <w:r w:rsidR="003E56A9" w:rsidRPr="00594B7E">
        <w:rPr>
          <w:i/>
          <w:iCs/>
        </w:rPr>
        <w:t>Bilder_Aufgabe1</w:t>
      </w:r>
      <w:r w:rsidR="0068692B">
        <w:rPr>
          <w:i/>
          <w:iCs/>
        </w:rPr>
        <w:t>4</w:t>
      </w:r>
      <w:r w:rsidR="003E56A9">
        <w:t xml:space="preserve"> in verschiedenen Qualitäten ab. </w:t>
      </w:r>
      <w:r w:rsidR="00594B7E">
        <w:t>In welchen Fällen können Sie den Qualitätsverlust mit bloßem Auge wahrnehmen?</w:t>
      </w:r>
    </w:p>
    <w:bookmarkEnd w:id="31"/>
    <w:p w14:paraId="0DF21028" w14:textId="77777777" w:rsidR="00A27899" w:rsidRDefault="00A27899" w:rsidP="009A2484"/>
    <w:p w14:paraId="7D67706A" w14:textId="1A627F9D" w:rsidR="009A2484" w:rsidRPr="005E1E04" w:rsidRDefault="009A2484" w:rsidP="009A2484">
      <w:r w:rsidRPr="005E1E04">
        <w:lastRenderedPageBreak/>
        <w:t xml:space="preserve">Dieses Werk ist lizenziert unter einer </w:t>
      </w:r>
      <w:hyperlink r:id="rId10" w:history="1">
        <w:r w:rsidRPr="00F531FA">
          <w:rPr>
            <w:rStyle w:val="Hyperlink"/>
            <w:color w:val="4472C4" w:themeColor="accent1"/>
          </w:rPr>
          <w:t>Creative Commons Namensnennung - Nicht-kommerziell - Weitergabe unter gleichen Bedingungen 4.0 International Lizenz</w:t>
        </w:r>
      </w:hyperlink>
      <w:r w:rsidRPr="005E1E04">
        <w:rPr>
          <w:color w:val="4E6B9E"/>
        </w:rPr>
        <w:t>.</w:t>
      </w:r>
      <w:r w:rsidRPr="005E1E04">
        <w:t xml:space="preserve"> </w:t>
      </w:r>
      <w:bookmarkEnd w:id="29"/>
      <w:r>
        <w:t>Von der Lizenz ausgenommen ist das InfSII-Logo.</w:t>
      </w:r>
    </w:p>
    <w:bookmarkEnd w:id="30"/>
    <w:p w14:paraId="6F973756" w14:textId="77777777" w:rsidR="00970575" w:rsidRDefault="00970575"/>
    <w:sectPr w:rsidR="00970575" w:rsidSect="003179DB">
      <w:headerReference w:type="default" r:id="rId11"/>
      <w:footerReference w:type="default" r:id="rId12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65604" w14:textId="77777777" w:rsidR="001F47B2" w:rsidRDefault="001F47B2" w:rsidP="006D1346">
      <w:pPr>
        <w:spacing w:after="0" w:line="240" w:lineRule="auto"/>
      </w:pPr>
      <w:r>
        <w:separator/>
      </w:r>
    </w:p>
  </w:endnote>
  <w:endnote w:type="continuationSeparator" w:id="0">
    <w:p w14:paraId="1A3C3ED7" w14:textId="77777777" w:rsidR="001F47B2" w:rsidRDefault="001F47B2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FA404" w14:textId="095CA74C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43B7B69" wp14:editId="4DF2E638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677D86">
      <w:rPr>
        <w:color w:val="808080" w:themeColor="background1" w:themeShade="80"/>
        <w:sz w:val="20"/>
        <w:szCs w:val="20"/>
      </w:rPr>
      <w:t>September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660AA5">
      <w:rPr>
        <w:color w:val="808080" w:themeColor="background1" w:themeShade="80"/>
        <w:sz w:val="20"/>
        <w:szCs w:val="20"/>
      </w:rPr>
      <w:t>2</w:t>
    </w:r>
    <w:r w:rsidR="00677D86">
      <w:rPr>
        <w:color w:val="808080" w:themeColor="background1" w:themeShade="80"/>
        <w:sz w:val="20"/>
        <w:szCs w:val="20"/>
      </w:rPr>
      <w:t>5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BFA86" w14:textId="77777777" w:rsidR="001F47B2" w:rsidRDefault="001F47B2" w:rsidP="006D1346">
      <w:pPr>
        <w:spacing w:after="0" w:line="240" w:lineRule="auto"/>
      </w:pPr>
      <w:r>
        <w:separator/>
      </w:r>
    </w:p>
  </w:footnote>
  <w:footnote w:type="continuationSeparator" w:id="0">
    <w:p w14:paraId="62A4B5E6" w14:textId="77777777" w:rsidR="001F47B2" w:rsidRDefault="001F47B2" w:rsidP="006D1346">
      <w:pPr>
        <w:spacing w:after="0" w:line="240" w:lineRule="auto"/>
      </w:pPr>
      <w:r>
        <w:continuationSeparator/>
      </w:r>
    </w:p>
  </w:footnote>
  <w:footnote w:id="1">
    <w:p w14:paraId="0BAE2DF6" w14:textId="65B27A27" w:rsidR="007432A5" w:rsidRDefault="007432A5" w:rsidP="00812AA7">
      <w:pPr>
        <w:spacing w:line="240" w:lineRule="auto"/>
      </w:pPr>
      <w:r w:rsidRPr="007432A5">
        <w:rPr>
          <w:rStyle w:val="Funotenzeichen"/>
          <w:sz w:val="20"/>
          <w:szCs w:val="20"/>
        </w:rPr>
        <w:footnoteRef/>
      </w:r>
      <w:r w:rsidRPr="007432A5">
        <w:rPr>
          <w:sz w:val="20"/>
          <w:szCs w:val="20"/>
        </w:rPr>
        <w:t xml:space="preserve"> Bei der Anzahl der zur Codierung verwendeten Bits spricht man auch von </w:t>
      </w:r>
      <w:r w:rsidRPr="00812AA7">
        <w:rPr>
          <w:b/>
          <w:bCs/>
          <w:color w:val="4E6B9E"/>
          <w:sz w:val="20"/>
          <w:szCs w:val="20"/>
        </w:rPr>
        <w:t>Farbtiefe</w:t>
      </w:r>
      <w:r w:rsidRPr="007432A5">
        <w:rPr>
          <w:sz w:val="20"/>
          <w:szCs w:val="20"/>
        </w:rPr>
        <w:t>. Häufig bezieht sich die Farbtiefe dann auf die Anzahl der Bit</w:t>
      </w:r>
      <w:r w:rsidR="00812AA7">
        <w:rPr>
          <w:sz w:val="20"/>
          <w:szCs w:val="20"/>
        </w:rPr>
        <w:t>s</w:t>
      </w:r>
      <w:r w:rsidRPr="007432A5">
        <w:rPr>
          <w:sz w:val="20"/>
          <w:szCs w:val="20"/>
        </w:rPr>
        <w:t>, die jeweils pro Farbkanal, also im RGB-Modell für den Rot-, den Grün- und den Blauwert zur Verfügung stehen.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71018" w14:textId="77777777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08845EC7" wp14:editId="5934A8C5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365B"/>
    <w:multiLevelType w:val="hybridMultilevel"/>
    <w:tmpl w:val="0CAEB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1342F"/>
    <w:multiLevelType w:val="hybridMultilevel"/>
    <w:tmpl w:val="1F64B74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5">
      <w:start w:val="1"/>
      <w:numFmt w:val="decimal"/>
      <w:lvlText w:val="(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146655"/>
    <w:multiLevelType w:val="hybridMultilevel"/>
    <w:tmpl w:val="501E134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BF386F"/>
    <w:multiLevelType w:val="hybridMultilevel"/>
    <w:tmpl w:val="8460BC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D800FF"/>
    <w:multiLevelType w:val="hybridMultilevel"/>
    <w:tmpl w:val="82322B9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E79BB"/>
    <w:multiLevelType w:val="hybridMultilevel"/>
    <w:tmpl w:val="3E8E4A8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302737"/>
    <w:multiLevelType w:val="hybridMultilevel"/>
    <w:tmpl w:val="4B54664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D00018"/>
    <w:multiLevelType w:val="hybridMultilevel"/>
    <w:tmpl w:val="7660BB9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1F1AB0"/>
    <w:multiLevelType w:val="hybridMultilevel"/>
    <w:tmpl w:val="815894B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2BD5D96"/>
    <w:multiLevelType w:val="hybridMultilevel"/>
    <w:tmpl w:val="30A235D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92BD7"/>
    <w:multiLevelType w:val="hybridMultilevel"/>
    <w:tmpl w:val="7A3A93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7AD31E1"/>
    <w:multiLevelType w:val="hybridMultilevel"/>
    <w:tmpl w:val="4DB6B04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8E3497"/>
    <w:multiLevelType w:val="hybridMultilevel"/>
    <w:tmpl w:val="8B74830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745FB9"/>
    <w:multiLevelType w:val="hybridMultilevel"/>
    <w:tmpl w:val="815894B0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87004515">
    <w:abstractNumId w:val="25"/>
  </w:num>
  <w:num w:numId="2" w16cid:durableId="1311592252">
    <w:abstractNumId w:val="31"/>
  </w:num>
  <w:num w:numId="3" w16cid:durableId="1435058966">
    <w:abstractNumId w:val="5"/>
  </w:num>
  <w:num w:numId="4" w16cid:durableId="1397631117">
    <w:abstractNumId w:val="28"/>
  </w:num>
  <w:num w:numId="5" w16cid:durableId="1253396264">
    <w:abstractNumId w:val="34"/>
  </w:num>
  <w:num w:numId="6" w16cid:durableId="736519117">
    <w:abstractNumId w:val="32"/>
  </w:num>
  <w:num w:numId="7" w16cid:durableId="827861561">
    <w:abstractNumId w:val="22"/>
  </w:num>
  <w:num w:numId="8" w16cid:durableId="23406681">
    <w:abstractNumId w:val="18"/>
  </w:num>
  <w:num w:numId="9" w16cid:durableId="1104031932">
    <w:abstractNumId w:val="1"/>
  </w:num>
  <w:num w:numId="10" w16cid:durableId="1600680986">
    <w:abstractNumId w:val="17"/>
  </w:num>
  <w:num w:numId="11" w16cid:durableId="905535785">
    <w:abstractNumId w:val="3"/>
  </w:num>
  <w:num w:numId="12" w16cid:durableId="1909875264">
    <w:abstractNumId w:val="29"/>
  </w:num>
  <w:num w:numId="13" w16cid:durableId="2002274476">
    <w:abstractNumId w:val="2"/>
  </w:num>
  <w:num w:numId="14" w16cid:durableId="563443362">
    <w:abstractNumId w:val="13"/>
  </w:num>
  <w:num w:numId="15" w16cid:durableId="1431507129">
    <w:abstractNumId w:val="15"/>
  </w:num>
  <w:num w:numId="16" w16cid:durableId="1612011019">
    <w:abstractNumId w:val="19"/>
  </w:num>
  <w:num w:numId="17" w16cid:durableId="1158570497">
    <w:abstractNumId w:val="16"/>
  </w:num>
  <w:num w:numId="18" w16cid:durableId="70348474">
    <w:abstractNumId w:val="9"/>
  </w:num>
  <w:num w:numId="19" w16cid:durableId="175925731">
    <w:abstractNumId w:val="4"/>
  </w:num>
  <w:num w:numId="20" w16cid:durableId="1559316153">
    <w:abstractNumId w:val="33"/>
  </w:num>
  <w:num w:numId="21" w16cid:durableId="1853563196">
    <w:abstractNumId w:val="24"/>
  </w:num>
  <w:num w:numId="22" w16cid:durableId="1122966250">
    <w:abstractNumId w:val="25"/>
    <w:lvlOverride w:ilvl="0">
      <w:startOverride w:val="1"/>
    </w:lvlOverride>
  </w:num>
  <w:num w:numId="23" w16cid:durableId="589310952">
    <w:abstractNumId w:val="25"/>
    <w:lvlOverride w:ilvl="0">
      <w:startOverride w:val="1"/>
    </w:lvlOverride>
  </w:num>
  <w:num w:numId="24" w16cid:durableId="1014721671">
    <w:abstractNumId w:val="25"/>
    <w:lvlOverride w:ilvl="0">
      <w:startOverride w:val="1"/>
    </w:lvlOverride>
  </w:num>
  <w:num w:numId="25" w16cid:durableId="1193298295">
    <w:abstractNumId w:val="25"/>
    <w:lvlOverride w:ilvl="0">
      <w:startOverride w:val="1"/>
    </w:lvlOverride>
  </w:num>
  <w:num w:numId="26" w16cid:durableId="1201622870">
    <w:abstractNumId w:val="26"/>
  </w:num>
  <w:num w:numId="27" w16cid:durableId="361517321">
    <w:abstractNumId w:val="7"/>
  </w:num>
  <w:num w:numId="28" w16cid:durableId="93794738">
    <w:abstractNumId w:val="11"/>
  </w:num>
  <w:num w:numId="29" w16cid:durableId="1391689642">
    <w:abstractNumId w:val="27"/>
  </w:num>
  <w:num w:numId="30" w16cid:durableId="413404247">
    <w:abstractNumId w:val="8"/>
  </w:num>
  <w:num w:numId="31" w16cid:durableId="1220215389">
    <w:abstractNumId w:val="10"/>
  </w:num>
  <w:num w:numId="32" w16cid:durableId="950012912">
    <w:abstractNumId w:val="14"/>
  </w:num>
  <w:num w:numId="33" w16cid:durableId="125510983">
    <w:abstractNumId w:val="23"/>
  </w:num>
  <w:num w:numId="34" w16cid:durableId="1768500978">
    <w:abstractNumId w:val="12"/>
  </w:num>
  <w:num w:numId="35" w16cid:durableId="182549393">
    <w:abstractNumId w:val="20"/>
  </w:num>
  <w:num w:numId="36" w16cid:durableId="2030373090">
    <w:abstractNumId w:val="30"/>
  </w:num>
  <w:num w:numId="37" w16cid:durableId="1624379723">
    <w:abstractNumId w:val="21"/>
  </w:num>
  <w:num w:numId="38" w16cid:durableId="1012075043">
    <w:abstractNumId w:val="0"/>
  </w:num>
  <w:num w:numId="39" w16cid:durableId="10119068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3E4"/>
    <w:rsid w:val="0000775F"/>
    <w:rsid w:val="0001047E"/>
    <w:rsid w:val="000127AC"/>
    <w:rsid w:val="00017751"/>
    <w:rsid w:val="00026157"/>
    <w:rsid w:val="000379F2"/>
    <w:rsid w:val="00041133"/>
    <w:rsid w:val="00060505"/>
    <w:rsid w:val="00060A41"/>
    <w:rsid w:val="00071419"/>
    <w:rsid w:val="00072ED2"/>
    <w:rsid w:val="00072FE0"/>
    <w:rsid w:val="00087065"/>
    <w:rsid w:val="000A7494"/>
    <w:rsid w:val="000B2604"/>
    <w:rsid w:val="000D1878"/>
    <w:rsid w:val="000E6EDB"/>
    <w:rsid w:val="000F30B1"/>
    <w:rsid w:val="000F5D2D"/>
    <w:rsid w:val="00126D3F"/>
    <w:rsid w:val="001350A9"/>
    <w:rsid w:val="0014087A"/>
    <w:rsid w:val="00140DF2"/>
    <w:rsid w:val="00186A5F"/>
    <w:rsid w:val="001A1B33"/>
    <w:rsid w:val="001C2D07"/>
    <w:rsid w:val="001C3594"/>
    <w:rsid w:val="001F47B2"/>
    <w:rsid w:val="001F58DB"/>
    <w:rsid w:val="001F622A"/>
    <w:rsid w:val="002127BD"/>
    <w:rsid w:val="00221D86"/>
    <w:rsid w:val="00232EC5"/>
    <w:rsid w:val="00244639"/>
    <w:rsid w:val="00264EA1"/>
    <w:rsid w:val="00285D19"/>
    <w:rsid w:val="00293208"/>
    <w:rsid w:val="002A02A3"/>
    <w:rsid w:val="002A18F9"/>
    <w:rsid w:val="002A57EB"/>
    <w:rsid w:val="002C554D"/>
    <w:rsid w:val="002F3929"/>
    <w:rsid w:val="002F426C"/>
    <w:rsid w:val="003179DB"/>
    <w:rsid w:val="00330DB0"/>
    <w:rsid w:val="00334221"/>
    <w:rsid w:val="00335832"/>
    <w:rsid w:val="00360698"/>
    <w:rsid w:val="00381B15"/>
    <w:rsid w:val="003906DC"/>
    <w:rsid w:val="003A742D"/>
    <w:rsid w:val="003B7431"/>
    <w:rsid w:val="003D2E18"/>
    <w:rsid w:val="003E4F79"/>
    <w:rsid w:val="003E56A9"/>
    <w:rsid w:val="003F45B4"/>
    <w:rsid w:val="003F5E3B"/>
    <w:rsid w:val="00412C43"/>
    <w:rsid w:val="00415B86"/>
    <w:rsid w:val="0042385F"/>
    <w:rsid w:val="0042792B"/>
    <w:rsid w:val="004311FA"/>
    <w:rsid w:val="00437272"/>
    <w:rsid w:val="00440E80"/>
    <w:rsid w:val="00445135"/>
    <w:rsid w:val="00454C96"/>
    <w:rsid w:val="004850AB"/>
    <w:rsid w:val="004911D3"/>
    <w:rsid w:val="00491266"/>
    <w:rsid w:val="00494093"/>
    <w:rsid w:val="004B0D19"/>
    <w:rsid w:val="004B35A7"/>
    <w:rsid w:val="004C22BA"/>
    <w:rsid w:val="004C259A"/>
    <w:rsid w:val="004C41F7"/>
    <w:rsid w:val="004F1042"/>
    <w:rsid w:val="004F28F5"/>
    <w:rsid w:val="005318F0"/>
    <w:rsid w:val="005507BE"/>
    <w:rsid w:val="00554E24"/>
    <w:rsid w:val="00594B7E"/>
    <w:rsid w:val="005C62B5"/>
    <w:rsid w:val="005E2A5A"/>
    <w:rsid w:val="005E301E"/>
    <w:rsid w:val="005E5D30"/>
    <w:rsid w:val="005F1DBC"/>
    <w:rsid w:val="005F6623"/>
    <w:rsid w:val="005F79FD"/>
    <w:rsid w:val="00600140"/>
    <w:rsid w:val="0061356D"/>
    <w:rsid w:val="00622C9D"/>
    <w:rsid w:val="0063498A"/>
    <w:rsid w:val="006353DA"/>
    <w:rsid w:val="006464A2"/>
    <w:rsid w:val="00657951"/>
    <w:rsid w:val="00660AA5"/>
    <w:rsid w:val="006648EC"/>
    <w:rsid w:val="00672BBC"/>
    <w:rsid w:val="006764A4"/>
    <w:rsid w:val="00677D86"/>
    <w:rsid w:val="0068692B"/>
    <w:rsid w:val="00693FB8"/>
    <w:rsid w:val="006A1D9F"/>
    <w:rsid w:val="006B2673"/>
    <w:rsid w:val="006B39C8"/>
    <w:rsid w:val="006B781D"/>
    <w:rsid w:val="006D1346"/>
    <w:rsid w:val="006D2CB4"/>
    <w:rsid w:val="006E07FD"/>
    <w:rsid w:val="006E09FE"/>
    <w:rsid w:val="006F44AA"/>
    <w:rsid w:val="007061E6"/>
    <w:rsid w:val="00725A4D"/>
    <w:rsid w:val="007312BF"/>
    <w:rsid w:val="00741242"/>
    <w:rsid w:val="00741CDC"/>
    <w:rsid w:val="007432A5"/>
    <w:rsid w:val="007452B0"/>
    <w:rsid w:val="0074626D"/>
    <w:rsid w:val="007537F8"/>
    <w:rsid w:val="00761C30"/>
    <w:rsid w:val="007674A3"/>
    <w:rsid w:val="00767591"/>
    <w:rsid w:val="0078342D"/>
    <w:rsid w:val="00793006"/>
    <w:rsid w:val="007A1FE4"/>
    <w:rsid w:val="007B5975"/>
    <w:rsid w:val="007C2E92"/>
    <w:rsid w:val="007D022E"/>
    <w:rsid w:val="007D70C1"/>
    <w:rsid w:val="007D72BF"/>
    <w:rsid w:val="007E2D0D"/>
    <w:rsid w:val="00810D0C"/>
    <w:rsid w:val="00812AA7"/>
    <w:rsid w:val="0082641F"/>
    <w:rsid w:val="00844EA0"/>
    <w:rsid w:val="008508C6"/>
    <w:rsid w:val="0085605A"/>
    <w:rsid w:val="00857C67"/>
    <w:rsid w:val="00866383"/>
    <w:rsid w:val="00871052"/>
    <w:rsid w:val="00874510"/>
    <w:rsid w:val="008A360B"/>
    <w:rsid w:val="008A6407"/>
    <w:rsid w:val="008B0E77"/>
    <w:rsid w:val="008B14DF"/>
    <w:rsid w:val="008B6D78"/>
    <w:rsid w:val="008B7DAF"/>
    <w:rsid w:val="008D4335"/>
    <w:rsid w:val="008E574B"/>
    <w:rsid w:val="008F2A39"/>
    <w:rsid w:val="00947C2A"/>
    <w:rsid w:val="00955B2C"/>
    <w:rsid w:val="00970575"/>
    <w:rsid w:val="00981715"/>
    <w:rsid w:val="00983AC1"/>
    <w:rsid w:val="009A15FA"/>
    <w:rsid w:val="009A2484"/>
    <w:rsid w:val="009B027A"/>
    <w:rsid w:val="009B1F75"/>
    <w:rsid w:val="009B74D7"/>
    <w:rsid w:val="009E1FF5"/>
    <w:rsid w:val="00A00FBD"/>
    <w:rsid w:val="00A01422"/>
    <w:rsid w:val="00A061E9"/>
    <w:rsid w:val="00A21055"/>
    <w:rsid w:val="00A21F57"/>
    <w:rsid w:val="00A261FC"/>
    <w:rsid w:val="00A27899"/>
    <w:rsid w:val="00A32059"/>
    <w:rsid w:val="00A36CBF"/>
    <w:rsid w:val="00A43086"/>
    <w:rsid w:val="00AA35A0"/>
    <w:rsid w:val="00AA432E"/>
    <w:rsid w:val="00AC2022"/>
    <w:rsid w:val="00AC23F7"/>
    <w:rsid w:val="00AC5E66"/>
    <w:rsid w:val="00B07884"/>
    <w:rsid w:val="00B07976"/>
    <w:rsid w:val="00B267E2"/>
    <w:rsid w:val="00B45DB5"/>
    <w:rsid w:val="00B537D5"/>
    <w:rsid w:val="00B65416"/>
    <w:rsid w:val="00B7322D"/>
    <w:rsid w:val="00B73C44"/>
    <w:rsid w:val="00B7608A"/>
    <w:rsid w:val="00B92DDF"/>
    <w:rsid w:val="00BA4C47"/>
    <w:rsid w:val="00BA76FC"/>
    <w:rsid w:val="00BD4CC0"/>
    <w:rsid w:val="00BE2181"/>
    <w:rsid w:val="00BE7747"/>
    <w:rsid w:val="00C020BB"/>
    <w:rsid w:val="00C05FF5"/>
    <w:rsid w:val="00C1549E"/>
    <w:rsid w:val="00C1585B"/>
    <w:rsid w:val="00C26C50"/>
    <w:rsid w:val="00C44E3D"/>
    <w:rsid w:val="00C74D4B"/>
    <w:rsid w:val="00CA7665"/>
    <w:rsid w:val="00CC05C6"/>
    <w:rsid w:val="00CC6DC4"/>
    <w:rsid w:val="00CF42FA"/>
    <w:rsid w:val="00D01058"/>
    <w:rsid w:val="00D06107"/>
    <w:rsid w:val="00D10AC8"/>
    <w:rsid w:val="00D33199"/>
    <w:rsid w:val="00D33E38"/>
    <w:rsid w:val="00D36CE7"/>
    <w:rsid w:val="00D65914"/>
    <w:rsid w:val="00D6733D"/>
    <w:rsid w:val="00D72D0B"/>
    <w:rsid w:val="00D775E8"/>
    <w:rsid w:val="00D830B0"/>
    <w:rsid w:val="00DB131E"/>
    <w:rsid w:val="00DB72AB"/>
    <w:rsid w:val="00DC47B4"/>
    <w:rsid w:val="00DC6BCC"/>
    <w:rsid w:val="00DE3722"/>
    <w:rsid w:val="00DE53E4"/>
    <w:rsid w:val="00DF56A6"/>
    <w:rsid w:val="00E032F5"/>
    <w:rsid w:val="00E0694D"/>
    <w:rsid w:val="00E10441"/>
    <w:rsid w:val="00E34A08"/>
    <w:rsid w:val="00E36D04"/>
    <w:rsid w:val="00E3738A"/>
    <w:rsid w:val="00E64B3F"/>
    <w:rsid w:val="00E665D0"/>
    <w:rsid w:val="00E67B23"/>
    <w:rsid w:val="00E700F0"/>
    <w:rsid w:val="00EA4A6F"/>
    <w:rsid w:val="00EB5F95"/>
    <w:rsid w:val="00EC6E4C"/>
    <w:rsid w:val="00EF0090"/>
    <w:rsid w:val="00EF42B2"/>
    <w:rsid w:val="00F04A61"/>
    <w:rsid w:val="00F240E8"/>
    <w:rsid w:val="00F37CED"/>
    <w:rsid w:val="00F531FA"/>
    <w:rsid w:val="00F65F18"/>
    <w:rsid w:val="00F807EC"/>
    <w:rsid w:val="00F90F51"/>
    <w:rsid w:val="00FC1954"/>
    <w:rsid w:val="00FD78F3"/>
    <w:rsid w:val="00FD7F45"/>
    <w:rsid w:val="00FE2CFA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F26C4"/>
  <w15:chartTrackingRefBased/>
  <w15:docId w15:val="{B3DD650C-52A2-4D95-BED7-7D6FDC5B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40DF2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creativecommons.org/licenses/by-nc-sa/4.0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vem\AppData\Roaming\Microsoft\Templates\INFSII_Vorlage_pdf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B76EB-3E60-4B12-A296-76CCA534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INFSII_Vorlage_pdf.dotx</Template>
  <TotalTime>0</TotalTime>
  <Pages>7</Pages>
  <Words>1712</Words>
  <Characters>10792</Characters>
  <Application>Microsoft Office Word</Application>
  <DocSecurity>0</DocSecurity>
  <Lines>89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tovem</dc:creator>
  <cp:keywords/>
  <dc:description/>
  <cp:lastModifiedBy>Brandt, Ylva</cp:lastModifiedBy>
  <cp:revision>23</cp:revision>
  <cp:lastPrinted>2023-07-03T13:15:00Z</cp:lastPrinted>
  <dcterms:created xsi:type="dcterms:W3CDTF">2021-12-09T15:26:00Z</dcterms:created>
  <dcterms:modified xsi:type="dcterms:W3CDTF">2025-09-05T15:12:00Z</dcterms:modified>
</cp:coreProperties>
</file>